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1EC" w:rsidRPr="00DC2542" w:rsidRDefault="00DC2542" w:rsidP="00DC2542">
      <w:pPr>
        <w:pageBreakBefore/>
        <w:jc w:val="center"/>
        <w:rPr>
          <w:rFonts w:ascii="Garamond" w:hAnsi="Garamond"/>
          <w:b/>
          <w:color w:val="008000"/>
        </w:rPr>
      </w:pPr>
      <w:bookmarkStart w:id="0" w:name="OLE_LINK1"/>
      <w:bookmarkStart w:id="1" w:name="OLE_LINK2"/>
      <w:r w:rsidRPr="00DC2542">
        <w:rPr>
          <w:rFonts w:ascii="Garamond" w:hAnsi="Garamond"/>
          <w:b/>
          <w:color w:val="008000"/>
        </w:rPr>
        <w:t xml:space="preserve">Požadavky na materiálové a konstrukční </w:t>
      </w:r>
      <w:r w:rsidR="00C232A9">
        <w:rPr>
          <w:rFonts w:ascii="Garamond" w:hAnsi="Garamond"/>
          <w:b/>
          <w:color w:val="008000"/>
        </w:rPr>
        <w:t>řešení</w:t>
      </w:r>
      <w:r w:rsidRPr="00DC2542">
        <w:rPr>
          <w:rFonts w:ascii="Garamond" w:hAnsi="Garamond"/>
          <w:b/>
          <w:color w:val="008000"/>
        </w:rPr>
        <w:t xml:space="preserve"> herních prvků</w:t>
      </w:r>
    </w:p>
    <w:p w:rsidR="00DC2542" w:rsidRDefault="00DC2542" w:rsidP="006261EC">
      <w:pPr>
        <w:tabs>
          <w:tab w:val="left" w:pos="540"/>
        </w:tabs>
        <w:rPr>
          <w:rFonts w:ascii="Garamond" w:hAnsi="Garamond"/>
          <w:sz w:val="20"/>
          <w:szCs w:val="22"/>
        </w:rPr>
      </w:pPr>
    </w:p>
    <w:p w:rsidR="00652941" w:rsidRDefault="00652941" w:rsidP="006261EC">
      <w:pPr>
        <w:tabs>
          <w:tab w:val="left" w:pos="540"/>
        </w:tabs>
        <w:rPr>
          <w:rFonts w:ascii="Garamond" w:hAnsi="Garamond"/>
          <w:sz w:val="20"/>
          <w:szCs w:val="22"/>
        </w:rPr>
      </w:pPr>
    </w:p>
    <w:p w:rsidR="00F07011" w:rsidRPr="00F07011" w:rsidRDefault="00F07011" w:rsidP="006261E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Materiál konstrukce: </w:t>
      </w:r>
      <w:r w:rsidRPr="00F07011">
        <w:rPr>
          <w:rFonts w:ascii="Garamond" w:hAnsi="Garamond"/>
          <w:sz w:val="22"/>
          <w:szCs w:val="22"/>
        </w:rPr>
        <w:t xml:space="preserve">použito bude </w:t>
      </w:r>
      <w:r w:rsidR="004E0F35">
        <w:rPr>
          <w:rFonts w:ascii="Garamond" w:hAnsi="Garamond"/>
          <w:sz w:val="22"/>
          <w:szCs w:val="22"/>
        </w:rPr>
        <w:t xml:space="preserve">dřevo </w:t>
      </w:r>
      <w:r w:rsidR="009F472C">
        <w:rPr>
          <w:rFonts w:ascii="Garamond" w:hAnsi="Garamond"/>
          <w:sz w:val="22"/>
          <w:szCs w:val="22"/>
        </w:rPr>
        <w:t xml:space="preserve">s výbornou odolností </w:t>
      </w:r>
      <w:r w:rsidR="004E0F35">
        <w:rPr>
          <w:rFonts w:ascii="Garamond" w:hAnsi="Garamond"/>
          <w:sz w:val="22"/>
          <w:szCs w:val="22"/>
        </w:rPr>
        <w:t xml:space="preserve">(NE smrk ani borovice) </w:t>
      </w:r>
      <w:r>
        <w:rPr>
          <w:rFonts w:ascii="Garamond" w:hAnsi="Garamond"/>
          <w:sz w:val="22"/>
          <w:szCs w:val="22"/>
        </w:rPr>
        <w:t>v podobě</w:t>
      </w:r>
      <w:r w:rsidRPr="00F07011">
        <w:rPr>
          <w:rFonts w:ascii="Garamond" w:hAnsi="Garamond"/>
          <w:sz w:val="22"/>
          <w:szCs w:val="22"/>
        </w:rPr>
        <w:t xml:space="preserve"> </w:t>
      </w:r>
      <w:proofErr w:type="spellStart"/>
      <w:r>
        <w:rPr>
          <w:rFonts w:ascii="Garamond" w:hAnsi="Garamond"/>
          <w:sz w:val="22"/>
          <w:szCs w:val="22"/>
        </w:rPr>
        <w:t>mimostředových</w:t>
      </w:r>
      <w:proofErr w:type="spellEnd"/>
      <w:r w:rsidR="004E0F35">
        <w:rPr>
          <w:rFonts w:ascii="Garamond" w:hAnsi="Garamond"/>
          <w:sz w:val="22"/>
          <w:szCs w:val="22"/>
        </w:rPr>
        <w:t xml:space="preserve"> hranolů</w:t>
      </w:r>
      <w:r w:rsidRPr="00F07011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případně </w:t>
      </w:r>
      <w:r w:rsidR="00FA47A3">
        <w:rPr>
          <w:rFonts w:ascii="Garamond" w:hAnsi="Garamond"/>
          <w:sz w:val="22"/>
          <w:szCs w:val="22"/>
        </w:rPr>
        <w:t xml:space="preserve">podélně </w:t>
      </w:r>
      <w:r>
        <w:rPr>
          <w:rFonts w:ascii="Garamond" w:hAnsi="Garamond"/>
          <w:sz w:val="22"/>
          <w:szCs w:val="22"/>
        </w:rPr>
        <w:t>lepených hranolů</w:t>
      </w:r>
      <w:r w:rsidRPr="00F07011">
        <w:rPr>
          <w:rFonts w:ascii="Garamond" w:hAnsi="Garamond"/>
          <w:sz w:val="22"/>
          <w:szCs w:val="22"/>
        </w:rPr>
        <w:t>.</w:t>
      </w:r>
      <w:r w:rsidR="00187179">
        <w:rPr>
          <w:rFonts w:ascii="Garamond" w:hAnsi="Garamond"/>
          <w:sz w:val="22"/>
          <w:szCs w:val="22"/>
        </w:rPr>
        <w:t xml:space="preserve"> Prvky budou opatřeny ukončovacími krytkami z kovu nebo stálobarevného plastu</w:t>
      </w:r>
      <w:r w:rsidR="009F472C">
        <w:rPr>
          <w:rFonts w:ascii="Garamond" w:hAnsi="Garamond"/>
          <w:sz w:val="22"/>
          <w:szCs w:val="22"/>
        </w:rPr>
        <w:t>.</w:t>
      </w:r>
      <w:r w:rsidR="00FA47A3">
        <w:rPr>
          <w:rFonts w:ascii="Garamond" w:hAnsi="Garamond"/>
          <w:sz w:val="22"/>
          <w:szCs w:val="22"/>
        </w:rPr>
        <w:t xml:space="preserve"> Dřevěné díly konstrukce herních prvků budou spojovány přímo za pomoci čepů, NE pomocí kovových úhelníků apod.</w:t>
      </w:r>
    </w:p>
    <w:p w:rsidR="00C234A7" w:rsidRDefault="00C234A7" w:rsidP="006261EC">
      <w:pPr>
        <w:jc w:val="both"/>
        <w:rPr>
          <w:rFonts w:ascii="Garamond" w:hAnsi="Garamond"/>
          <w:b/>
          <w:sz w:val="22"/>
          <w:szCs w:val="22"/>
        </w:rPr>
      </w:pPr>
    </w:p>
    <w:p w:rsidR="00C234A7" w:rsidRDefault="00F07011" w:rsidP="006261EC">
      <w:pPr>
        <w:jc w:val="both"/>
        <w:rPr>
          <w:rFonts w:ascii="Garamond" w:hAnsi="Garamond"/>
          <w:sz w:val="22"/>
          <w:szCs w:val="22"/>
        </w:rPr>
      </w:pPr>
      <w:r w:rsidRPr="00F07011">
        <w:rPr>
          <w:rFonts w:ascii="Garamond" w:hAnsi="Garamond"/>
          <w:b/>
          <w:sz w:val="22"/>
          <w:szCs w:val="22"/>
        </w:rPr>
        <w:t>Kotvení prvků:</w:t>
      </w:r>
      <w:r>
        <w:rPr>
          <w:rFonts w:ascii="Garamond" w:hAnsi="Garamond"/>
          <w:sz w:val="22"/>
          <w:szCs w:val="22"/>
        </w:rPr>
        <w:t xml:space="preserve"> dřevo nesmí být u</w:t>
      </w:r>
      <w:r w:rsidR="004E0F35">
        <w:rPr>
          <w:rFonts w:ascii="Garamond" w:hAnsi="Garamond"/>
          <w:sz w:val="22"/>
          <w:szCs w:val="22"/>
        </w:rPr>
        <w:t>kotveno</w:t>
      </w:r>
      <w:r>
        <w:rPr>
          <w:rFonts w:ascii="Garamond" w:hAnsi="Garamond"/>
          <w:sz w:val="22"/>
          <w:szCs w:val="22"/>
        </w:rPr>
        <w:t xml:space="preserve"> přímo</w:t>
      </w:r>
      <w:r w:rsidR="004E0F35">
        <w:rPr>
          <w:rFonts w:ascii="Garamond" w:hAnsi="Garamond"/>
          <w:sz w:val="22"/>
          <w:szCs w:val="22"/>
        </w:rPr>
        <w:t xml:space="preserve"> do země</w:t>
      </w:r>
      <w:r>
        <w:rPr>
          <w:rFonts w:ascii="Garamond" w:hAnsi="Garamond"/>
          <w:sz w:val="22"/>
          <w:szCs w:val="22"/>
        </w:rPr>
        <w:t>, prvky musí být kotveny pomocí</w:t>
      </w:r>
      <w:r w:rsidR="006261EC">
        <w:rPr>
          <w:rFonts w:ascii="Garamond" w:hAnsi="Garamond"/>
          <w:sz w:val="22"/>
          <w:szCs w:val="22"/>
        </w:rPr>
        <w:t xml:space="preserve"> </w:t>
      </w:r>
      <w:r w:rsidR="006261EC" w:rsidRPr="00F07011">
        <w:rPr>
          <w:rFonts w:ascii="Garamond" w:hAnsi="Garamond"/>
          <w:sz w:val="22"/>
          <w:szCs w:val="22"/>
        </w:rPr>
        <w:t xml:space="preserve">ocelových </w:t>
      </w:r>
      <w:r w:rsidR="006261EC" w:rsidRPr="00F07011">
        <w:rPr>
          <w:rFonts w:ascii="Garamond" w:hAnsi="Garamond"/>
          <w:bCs/>
          <w:sz w:val="22"/>
          <w:szCs w:val="22"/>
        </w:rPr>
        <w:t xml:space="preserve">zemních kotev </w:t>
      </w:r>
      <w:r w:rsidR="006261EC" w:rsidRPr="00C234A7">
        <w:rPr>
          <w:rFonts w:ascii="Garamond" w:hAnsi="Garamond"/>
          <w:bCs/>
          <w:sz w:val="22"/>
          <w:szCs w:val="22"/>
        </w:rPr>
        <w:t>s antikorozní úpravou</w:t>
      </w:r>
      <w:r w:rsidR="004E0F35" w:rsidRPr="00C234A7">
        <w:rPr>
          <w:rFonts w:ascii="Garamond" w:hAnsi="Garamond"/>
          <w:bCs/>
          <w:sz w:val="22"/>
          <w:szCs w:val="22"/>
        </w:rPr>
        <w:t xml:space="preserve"> žárovým zinkováním</w:t>
      </w:r>
      <w:r w:rsidR="006261EC" w:rsidRPr="00C234A7">
        <w:rPr>
          <w:rFonts w:ascii="Garamond" w:hAnsi="Garamond"/>
          <w:bCs/>
          <w:sz w:val="22"/>
          <w:szCs w:val="22"/>
        </w:rPr>
        <w:t>.</w:t>
      </w:r>
      <w:r w:rsidR="006261EC" w:rsidRPr="00C234A7">
        <w:rPr>
          <w:rFonts w:ascii="Garamond" w:hAnsi="Garamond"/>
          <w:sz w:val="22"/>
          <w:szCs w:val="22"/>
        </w:rPr>
        <w:t xml:space="preserve"> </w:t>
      </w:r>
      <w:r w:rsidR="004E0F35" w:rsidRPr="00C234A7">
        <w:rPr>
          <w:rFonts w:ascii="Garamond" w:hAnsi="Garamond"/>
          <w:sz w:val="22"/>
          <w:szCs w:val="22"/>
        </w:rPr>
        <w:t xml:space="preserve">V případě nosné konstrukce </w:t>
      </w:r>
      <w:r w:rsidR="009F472C" w:rsidRPr="00C234A7">
        <w:rPr>
          <w:rFonts w:ascii="Garamond" w:hAnsi="Garamond"/>
          <w:sz w:val="22"/>
          <w:szCs w:val="22"/>
        </w:rPr>
        <w:t>budou</w:t>
      </w:r>
      <w:r w:rsidR="004E0F35" w:rsidRPr="00C234A7">
        <w:rPr>
          <w:rFonts w:ascii="Garamond" w:hAnsi="Garamond"/>
          <w:sz w:val="22"/>
          <w:szCs w:val="22"/>
        </w:rPr>
        <w:t xml:space="preserve"> </w:t>
      </w:r>
      <w:r w:rsidR="009F472C" w:rsidRPr="00C234A7">
        <w:rPr>
          <w:rFonts w:ascii="Garamond" w:hAnsi="Garamond"/>
          <w:sz w:val="22"/>
          <w:szCs w:val="22"/>
        </w:rPr>
        <w:t>zemní kotvy</w:t>
      </w:r>
      <w:r w:rsidR="006261EC" w:rsidRPr="00C234A7">
        <w:rPr>
          <w:rFonts w:ascii="Garamond" w:hAnsi="Garamond"/>
          <w:sz w:val="22"/>
          <w:szCs w:val="22"/>
        </w:rPr>
        <w:t xml:space="preserve"> </w:t>
      </w:r>
      <w:r w:rsidR="00D0516B">
        <w:rPr>
          <w:rFonts w:ascii="Garamond" w:hAnsi="Garamond"/>
          <w:sz w:val="22"/>
          <w:szCs w:val="22"/>
        </w:rPr>
        <w:t>trubkového typu a</w:t>
      </w:r>
      <w:r w:rsidR="00DF2129">
        <w:rPr>
          <w:rFonts w:ascii="Garamond" w:hAnsi="Garamond"/>
          <w:sz w:val="22"/>
          <w:szCs w:val="22"/>
        </w:rPr>
        <w:t> </w:t>
      </w:r>
      <w:r w:rsidR="00D0516B">
        <w:rPr>
          <w:rFonts w:ascii="Garamond" w:hAnsi="Garamond"/>
          <w:sz w:val="22"/>
          <w:szCs w:val="22"/>
        </w:rPr>
        <w:t xml:space="preserve">budou </w:t>
      </w:r>
      <w:r w:rsidR="006261EC" w:rsidRPr="00C234A7">
        <w:rPr>
          <w:rFonts w:ascii="Garamond" w:hAnsi="Garamond"/>
          <w:sz w:val="22"/>
          <w:szCs w:val="22"/>
        </w:rPr>
        <w:t>kompletně zabudované do podpěr</w:t>
      </w:r>
      <w:r w:rsidR="00BB4ADD" w:rsidRPr="00C234A7">
        <w:rPr>
          <w:rFonts w:ascii="Garamond" w:hAnsi="Garamond"/>
          <w:sz w:val="22"/>
          <w:szCs w:val="22"/>
        </w:rPr>
        <w:t>, v případě ostatních částí konstrukce může být v odůvodněných případech použito alternativní řešen</w:t>
      </w:r>
      <w:r w:rsidR="00C234A7" w:rsidRPr="00C234A7">
        <w:rPr>
          <w:rFonts w:ascii="Garamond" w:hAnsi="Garamond"/>
          <w:sz w:val="22"/>
          <w:szCs w:val="22"/>
        </w:rPr>
        <w:t>í na kvalitativně obdobné úrovni</w:t>
      </w:r>
      <w:r w:rsidR="006261EC" w:rsidRPr="00C234A7">
        <w:rPr>
          <w:rFonts w:ascii="Garamond" w:hAnsi="Garamond"/>
          <w:sz w:val="22"/>
          <w:szCs w:val="22"/>
        </w:rPr>
        <w:t>.</w:t>
      </w:r>
      <w:r w:rsidR="004E0F35">
        <w:rPr>
          <w:rFonts w:ascii="Garamond" w:hAnsi="Garamond"/>
          <w:sz w:val="22"/>
          <w:szCs w:val="22"/>
        </w:rPr>
        <w:t xml:space="preserve"> </w:t>
      </w:r>
    </w:p>
    <w:p w:rsidR="00C234A7" w:rsidRDefault="00C234A7" w:rsidP="006261EC">
      <w:pPr>
        <w:jc w:val="both"/>
        <w:rPr>
          <w:rFonts w:ascii="Garamond" w:hAnsi="Garamond"/>
          <w:b/>
          <w:sz w:val="22"/>
          <w:szCs w:val="22"/>
        </w:rPr>
      </w:pPr>
    </w:p>
    <w:p w:rsidR="00F07011" w:rsidRPr="00F07011" w:rsidRDefault="00F07011" w:rsidP="006261EC">
      <w:pPr>
        <w:jc w:val="both"/>
        <w:rPr>
          <w:rFonts w:ascii="Garamond" w:hAnsi="Garamond"/>
          <w:sz w:val="22"/>
          <w:szCs w:val="22"/>
        </w:rPr>
      </w:pPr>
      <w:r w:rsidRPr="00F07011">
        <w:rPr>
          <w:rFonts w:ascii="Garamond" w:hAnsi="Garamond"/>
          <w:b/>
          <w:sz w:val="22"/>
          <w:szCs w:val="22"/>
        </w:rPr>
        <w:t>Povrchová úprava:</w:t>
      </w:r>
      <w:r>
        <w:rPr>
          <w:rFonts w:ascii="Garamond" w:hAnsi="Garamond"/>
          <w:sz w:val="22"/>
          <w:szCs w:val="22"/>
        </w:rPr>
        <w:t xml:space="preserve"> </w:t>
      </w:r>
      <w:r w:rsidRPr="00F07011">
        <w:rPr>
          <w:rFonts w:ascii="Garamond" w:hAnsi="Garamond"/>
          <w:sz w:val="22"/>
          <w:szCs w:val="22"/>
        </w:rPr>
        <w:t xml:space="preserve">dřevěné </w:t>
      </w:r>
      <w:r>
        <w:rPr>
          <w:rFonts w:ascii="Garamond" w:hAnsi="Garamond"/>
          <w:sz w:val="22"/>
          <w:szCs w:val="22"/>
        </w:rPr>
        <w:t>části prvků budou</w:t>
      </w:r>
      <w:r w:rsidR="00C83DA4">
        <w:rPr>
          <w:rFonts w:ascii="Garamond" w:hAnsi="Garamond"/>
          <w:sz w:val="22"/>
          <w:szCs w:val="22"/>
        </w:rPr>
        <w:t xml:space="preserve"> opatřeny</w:t>
      </w:r>
      <w:r w:rsidR="004E0F35">
        <w:rPr>
          <w:rFonts w:ascii="Garamond" w:hAnsi="Garamond"/>
          <w:sz w:val="22"/>
          <w:szCs w:val="22"/>
        </w:rPr>
        <w:t xml:space="preserve"> kvalitní</w:t>
      </w:r>
      <w:r w:rsidR="00B80CB7">
        <w:rPr>
          <w:rFonts w:ascii="Garamond" w:hAnsi="Garamond"/>
          <w:sz w:val="22"/>
          <w:szCs w:val="22"/>
        </w:rPr>
        <w:t xml:space="preserve"> </w:t>
      </w:r>
      <w:proofErr w:type="spellStart"/>
      <w:r w:rsidR="00B80CB7">
        <w:rPr>
          <w:rFonts w:ascii="Garamond" w:hAnsi="Garamond"/>
          <w:sz w:val="22"/>
          <w:szCs w:val="22"/>
        </w:rPr>
        <w:t>silnovrstvou</w:t>
      </w:r>
      <w:proofErr w:type="spellEnd"/>
      <w:r w:rsidR="004E0F35">
        <w:rPr>
          <w:rFonts w:ascii="Garamond" w:hAnsi="Garamond"/>
          <w:sz w:val="22"/>
          <w:szCs w:val="22"/>
        </w:rPr>
        <w:t xml:space="preserve"> </w:t>
      </w:r>
      <w:r w:rsidRPr="00F07011">
        <w:rPr>
          <w:rFonts w:ascii="Garamond" w:hAnsi="Garamond"/>
          <w:sz w:val="22"/>
          <w:szCs w:val="22"/>
        </w:rPr>
        <w:t>lazuro</w:t>
      </w:r>
      <w:r w:rsidR="00B80CB7">
        <w:rPr>
          <w:rFonts w:ascii="Garamond" w:hAnsi="Garamond"/>
          <w:sz w:val="22"/>
          <w:szCs w:val="22"/>
        </w:rPr>
        <w:t>u</w:t>
      </w:r>
      <w:r w:rsidRPr="00F07011">
        <w:rPr>
          <w:rFonts w:ascii="Garamond" w:hAnsi="Garamond"/>
          <w:sz w:val="22"/>
          <w:szCs w:val="22"/>
        </w:rPr>
        <w:t xml:space="preserve"> </w:t>
      </w:r>
      <w:r w:rsidR="00C83DA4">
        <w:rPr>
          <w:rFonts w:ascii="Garamond" w:hAnsi="Garamond"/>
          <w:sz w:val="22"/>
          <w:szCs w:val="22"/>
        </w:rPr>
        <w:t xml:space="preserve">(o minimální síle 300 mikrometrů), </w:t>
      </w:r>
      <w:r w:rsidR="004E0F35">
        <w:rPr>
          <w:rFonts w:ascii="Garamond" w:hAnsi="Garamond"/>
          <w:sz w:val="22"/>
          <w:szCs w:val="22"/>
        </w:rPr>
        <w:t xml:space="preserve">NE </w:t>
      </w:r>
      <w:proofErr w:type="spellStart"/>
      <w:r w:rsidR="00BB4ADD">
        <w:rPr>
          <w:rFonts w:ascii="Garamond" w:hAnsi="Garamond"/>
          <w:sz w:val="22"/>
          <w:szCs w:val="22"/>
        </w:rPr>
        <w:t>slabovrstv</w:t>
      </w:r>
      <w:r w:rsidR="00B80CB7">
        <w:rPr>
          <w:rFonts w:ascii="Garamond" w:hAnsi="Garamond"/>
          <w:sz w:val="22"/>
          <w:szCs w:val="22"/>
        </w:rPr>
        <w:t>ou</w:t>
      </w:r>
      <w:proofErr w:type="spellEnd"/>
      <w:r w:rsidR="00BB4ADD">
        <w:rPr>
          <w:rFonts w:ascii="Garamond" w:hAnsi="Garamond"/>
          <w:sz w:val="22"/>
          <w:szCs w:val="22"/>
        </w:rPr>
        <w:t xml:space="preserve"> lazur</w:t>
      </w:r>
      <w:r w:rsidR="00B80CB7">
        <w:rPr>
          <w:rFonts w:ascii="Garamond" w:hAnsi="Garamond"/>
          <w:sz w:val="22"/>
          <w:szCs w:val="22"/>
        </w:rPr>
        <w:t>ou</w:t>
      </w:r>
      <w:r w:rsidR="00BB4ADD">
        <w:rPr>
          <w:rFonts w:ascii="Garamond" w:hAnsi="Garamond"/>
          <w:sz w:val="22"/>
          <w:szCs w:val="22"/>
        </w:rPr>
        <w:t>, krycí barv</w:t>
      </w:r>
      <w:r w:rsidR="00B80CB7">
        <w:rPr>
          <w:rFonts w:ascii="Garamond" w:hAnsi="Garamond"/>
          <w:sz w:val="22"/>
          <w:szCs w:val="22"/>
        </w:rPr>
        <w:t>ou</w:t>
      </w:r>
      <w:r w:rsidR="009F472C">
        <w:rPr>
          <w:rFonts w:ascii="Garamond" w:hAnsi="Garamond"/>
          <w:sz w:val="22"/>
          <w:szCs w:val="22"/>
        </w:rPr>
        <w:t xml:space="preserve"> ani tlakov</w:t>
      </w:r>
      <w:r w:rsidR="00B80CB7">
        <w:rPr>
          <w:rFonts w:ascii="Garamond" w:hAnsi="Garamond"/>
          <w:sz w:val="22"/>
          <w:szCs w:val="22"/>
        </w:rPr>
        <w:t>ou</w:t>
      </w:r>
      <w:r w:rsidR="00BB4ADD">
        <w:rPr>
          <w:rFonts w:ascii="Garamond" w:hAnsi="Garamond"/>
          <w:sz w:val="22"/>
          <w:szCs w:val="22"/>
        </w:rPr>
        <w:t xml:space="preserve"> impregnac</w:t>
      </w:r>
      <w:r w:rsidR="00B80CB7">
        <w:rPr>
          <w:rFonts w:ascii="Garamond" w:hAnsi="Garamond"/>
          <w:sz w:val="22"/>
          <w:szCs w:val="22"/>
        </w:rPr>
        <w:t>í</w:t>
      </w:r>
      <w:r w:rsidR="00C83DA4">
        <w:rPr>
          <w:rFonts w:ascii="Garamond" w:hAnsi="Garamond"/>
          <w:sz w:val="22"/>
          <w:szCs w:val="22"/>
        </w:rPr>
        <w:t>.</w:t>
      </w:r>
    </w:p>
    <w:p w:rsidR="00C234A7" w:rsidRDefault="00C234A7" w:rsidP="006261EC">
      <w:pPr>
        <w:jc w:val="both"/>
        <w:rPr>
          <w:rFonts w:ascii="Garamond" w:hAnsi="Garamond"/>
          <w:b/>
          <w:sz w:val="22"/>
          <w:szCs w:val="22"/>
        </w:rPr>
      </w:pPr>
    </w:p>
    <w:p w:rsidR="00187179" w:rsidRDefault="00187179" w:rsidP="006261EC">
      <w:pPr>
        <w:jc w:val="both"/>
        <w:rPr>
          <w:rFonts w:ascii="Garamond" w:hAnsi="Garamond"/>
          <w:b/>
          <w:sz w:val="22"/>
          <w:szCs w:val="22"/>
        </w:rPr>
      </w:pPr>
      <w:r w:rsidRPr="00187179">
        <w:rPr>
          <w:rFonts w:ascii="Garamond" w:hAnsi="Garamond"/>
          <w:b/>
          <w:sz w:val="22"/>
          <w:szCs w:val="22"/>
        </w:rPr>
        <w:t xml:space="preserve">Další materiály: </w:t>
      </w:r>
    </w:p>
    <w:p w:rsidR="006261EC" w:rsidRDefault="00C83DA4" w:rsidP="00187179">
      <w:pPr>
        <w:pStyle w:val="Odstavecseseznamem"/>
        <w:numPr>
          <w:ilvl w:val="0"/>
          <w:numId w:val="16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Prolézací tunely</w:t>
      </w:r>
      <w:r w:rsidR="009F472C">
        <w:rPr>
          <w:rFonts w:ascii="Garamond" w:hAnsi="Garamond"/>
          <w:b/>
          <w:sz w:val="22"/>
          <w:szCs w:val="22"/>
        </w:rPr>
        <w:t xml:space="preserve">, střechy věžových sestav </w:t>
      </w:r>
      <w:r w:rsidR="009F472C" w:rsidRPr="00BB4ADD">
        <w:rPr>
          <w:rFonts w:ascii="Garamond" w:hAnsi="Garamond"/>
          <w:b/>
          <w:sz w:val="22"/>
          <w:szCs w:val="22"/>
        </w:rPr>
        <w:t>a</w:t>
      </w:r>
      <w:r w:rsidR="009F472C">
        <w:rPr>
          <w:rFonts w:ascii="Garamond" w:hAnsi="Garamond"/>
          <w:b/>
          <w:sz w:val="22"/>
          <w:szCs w:val="22"/>
        </w:rPr>
        <w:t xml:space="preserve"> </w:t>
      </w:r>
      <w:r w:rsidR="00BB4ADD">
        <w:rPr>
          <w:rFonts w:ascii="Garamond" w:hAnsi="Garamond"/>
          <w:b/>
          <w:sz w:val="22"/>
          <w:szCs w:val="22"/>
        </w:rPr>
        <w:t xml:space="preserve">desky pro připevnění skluzavek </w:t>
      </w:r>
      <w:r w:rsidR="00C234A7">
        <w:rPr>
          <w:rFonts w:ascii="Garamond" w:hAnsi="Garamond"/>
          <w:sz w:val="22"/>
          <w:szCs w:val="22"/>
        </w:rPr>
        <w:t>budou vyrobeny</w:t>
      </w:r>
      <w:r w:rsidR="00BB4ADD" w:rsidRPr="00BB4ADD">
        <w:rPr>
          <w:rFonts w:ascii="Garamond" w:hAnsi="Garamond"/>
          <w:sz w:val="22"/>
          <w:szCs w:val="22"/>
        </w:rPr>
        <w:t xml:space="preserve"> ze stálobarevn</w:t>
      </w:r>
      <w:r w:rsidR="00D216E8">
        <w:rPr>
          <w:rFonts w:ascii="Garamond" w:hAnsi="Garamond"/>
          <w:sz w:val="22"/>
          <w:szCs w:val="22"/>
        </w:rPr>
        <w:t>ého</w:t>
      </w:r>
      <w:r w:rsidR="00BB4ADD" w:rsidRPr="00BB4ADD">
        <w:rPr>
          <w:rFonts w:ascii="Garamond" w:hAnsi="Garamond"/>
          <w:sz w:val="22"/>
          <w:szCs w:val="22"/>
        </w:rPr>
        <w:t>, ve struktuře probarven</w:t>
      </w:r>
      <w:r w:rsidR="00D216E8">
        <w:rPr>
          <w:rFonts w:ascii="Garamond" w:hAnsi="Garamond"/>
          <w:sz w:val="22"/>
          <w:szCs w:val="22"/>
        </w:rPr>
        <w:t>ého</w:t>
      </w:r>
      <w:r w:rsidR="00BB4ADD" w:rsidRPr="00BB4ADD">
        <w:rPr>
          <w:rFonts w:ascii="Garamond" w:hAnsi="Garamond"/>
          <w:sz w:val="22"/>
          <w:szCs w:val="22"/>
        </w:rPr>
        <w:t xml:space="preserve"> polyetylen</w:t>
      </w:r>
      <w:r w:rsidR="00D216E8">
        <w:rPr>
          <w:rFonts w:ascii="Garamond" w:hAnsi="Garamond"/>
          <w:sz w:val="22"/>
          <w:szCs w:val="22"/>
        </w:rPr>
        <w:t>u</w:t>
      </w:r>
      <w:r w:rsidR="00652941">
        <w:rPr>
          <w:rFonts w:ascii="Garamond" w:hAnsi="Garamond"/>
          <w:sz w:val="22"/>
          <w:szCs w:val="22"/>
        </w:rPr>
        <w:t>.</w:t>
      </w:r>
    </w:p>
    <w:p w:rsidR="00BB4ADD" w:rsidRPr="00BB4ADD" w:rsidRDefault="00BB4ADD" w:rsidP="00187179">
      <w:pPr>
        <w:pStyle w:val="Odstavecseseznamem"/>
        <w:numPr>
          <w:ilvl w:val="0"/>
          <w:numId w:val="16"/>
        </w:numPr>
        <w:jc w:val="both"/>
        <w:rPr>
          <w:rFonts w:ascii="Garamond" w:hAnsi="Garamond"/>
          <w:sz w:val="22"/>
          <w:szCs w:val="22"/>
        </w:rPr>
      </w:pPr>
      <w:r w:rsidRPr="00BB4ADD">
        <w:rPr>
          <w:rFonts w:ascii="Garamond" w:hAnsi="Garamond"/>
          <w:b/>
          <w:sz w:val="22"/>
          <w:szCs w:val="22"/>
        </w:rPr>
        <w:t>Podlahy věžových sestav, domečků apod.</w:t>
      </w:r>
      <w:r>
        <w:rPr>
          <w:rFonts w:ascii="Garamond" w:hAnsi="Garamond"/>
          <w:sz w:val="22"/>
          <w:szCs w:val="22"/>
        </w:rPr>
        <w:t xml:space="preserve"> budou </w:t>
      </w:r>
      <w:r w:rsidR="00D216E8">
        <w:rPr>
          <w:rFonts w:ascii="Garamond" w:hAnsi="Garamond"/>
          <w:sz w:val="22"/>
          <w:szCs w:val="22"/>
        </w:rPr>
        <w:t>vyrobeny</w:t>
      </w:r>
      <w:r>
        <w:rPr>
          <w:rFonts w:ascii="Garamond" w:hAnsi="Garamond"/>
          <w:sz w:val="22"/>
          <w:szCs w:val="22"/>
        </w:rPr>
        <w:t xml:space="preserve"> z voděodolné překližky s protiskluznou úpravou, popř. z polyetylenových desek s protiskluznou úpravou</w:t>
      </w:r>
      <w:r w:rsidR="00652941">
        <w:rPr>
          <w:rFonts w:ascii="Garamond" w:hAnsi="Garamond"/>
          <w:sz w:val="22"/>
          <w:szCs w:val="22"/>
        </w:rPr>
        <w:t>.</w:t>
      </w:r>
    </w:p>
    <w:p w:rsidR="006261EC" w:rsidRPr="00935727" w:rsidRDefault="00187179" w:rsidP="00060C7D">
      <w:pPr>
        <w:pStyle w:val="Odstavecseseznamem"/>
        <w:numPr>
          <w:ilvl w:val="0"/>
          <w:numId w:val="16"/>
        </w:numPr>
        <w:jc w:val="both"/>
        <w:rPr>
          <w:rFonts w:ascii="Garamond" w:hAnsi="Garamond"/>
          <w:sz w:val="22"/>
          <w:szCs w:val="22"/>
        </w:rPr>
      </w:pPr>
      <w:r w:rsidRPr="00D216E8">
        <w:rPr>
          <w:rFonts w:ascii="Garamond" w:hAnsi="Garamond"/>
          <w:b/>
          <w:sz w:val="22"/>
          <w:szCs w:val="22"/>
        </w:rPr>
        <w:t>Lan</w:t>
      </w:r>
      <w:r w:rsidR="00BB4ADD" w:rsidRPr="00D216E8">
        <w:rPr>
          <w:rFonts w:ascii="Garamond" w:hAnsi="Garamond"/>
          <w:b/>
          <w:sz w:val="22"/>
          <w:szCs w:val="22"/>
        </w:rPr>
        <w:t>ové díly</w:t>
      </w:r>
      <w:r w:rsidRPr="00D216E8">
        <w:rPr>
          <w:rFonts w:ascii="Garamond" w:hAnsi="Garamond"/>
          <w:b/>
          <w:sz w:val="22"/>
          <w:szCs w:val="22"/>
        </w:rPr>
        <w:t xml:space="preserve"> </w:t>
      </w:r>
      <w:r w:rsidR="00BB4ADD" w:rsidRPr="00D216E8">
        <w:rPr>
          <w:rFonts w:ascii="Garamond" w:hAnsi="Garamond"/>
          <w:b/>
          <w:sz w:val="22"/>
          <w:szCs w:val="22"/>
        </w:rPr>
        <w:t xml:space="preserve">a sítě </w:t>
      </w:r>
      <w:r w:rsidRPr="00D216E8">
        <w:rPr>
          <w:rFonts w:ascii="Garamond" w:hAnsi="Garamond"/>
          <w:sz w:val="22"/>
          <w:szCs w:val="22"/>
        </w:rPr>
        <w:t>budou vy</w:t>
      </w:r>
      <w:r w:rsidR="00D216E8" w:rsidRPr="00D216E8">
        <w:rPr>
          <w:rFonts w:ascii="Garamond" w:hAnsi="Garamond"/>
          <w:sz w:val="22"/>
          <w:szCs w:val="22"/>
        </w:rPr>
        <w:t>robeny</w:t>
      </w:r>
      <w:r w:rsidRPr="00D216E8">
        <w:rPr>
          <w:rFonts w:ascii="Garamond" w:hAnsi="Garamond"/>
          <w:sz w:val="22"/>
          <w:szCs w:val="22"/>
        </w:rPr>
        <w:t xml:space="preserve"> z</w:t>
      </w:r>
      <w:r w:rsidR="00060C7D" w:rsidRPr="00D216E8">
        <w:rPr>
          <w:rFonts w:ascii="Garamond" w:hAnsi="Garamond"/>
          <w:sz w:val="22"/>
          <w:szCs w:val="22"/>
        </w:rPr>
        <w:t xml:space="preserve">e speciálních odolných </w:t>
      </w:r>
      <w:r w:rsidR="00D216E8" w:rsidRPr="00D216E8">
        <w:rPr>
          <w:rFonts w:ascii="Garamond" w:hAnsi="Garamond"/>
          <w:bCs/>
          <w:sz w:val="22"/>
          <w:szCs w:val="22"/>
        </w:rPr>
        <w:t xml:space="preserve">lan skládajících se z více (NE jednoho) stočených ocelových pramenů, které jsou samy sestaveny z více pozinkovaných drátů. Tyto prameny budou </w:t>
      </w:r>
      <w:proofErr w:type="spellStart"/>
      <w:r w:rsidR="00D216E8" w:rsidRPr="00D216E8">
        <w:rPr>
          <w:rFonts w:ascii="Garamond" w:hAnsi="Garamond"/>
          <w:bCs/>
          <w:sz w:val="22"/>
          <w:szCs w:val="22"/>
        </w:rPr>
        <w:t>opláštěny</w:t>
      </w:r>
      <w:proofErr w:type="spellEnd"/>
      <w:r w:rsidR="00D216E8">
        <w:rPr>
          <w:rFonts w:ascii="Garamond" w:hAnsi="Garamond"/>
          <w:bCs/>
          <w:sz w:val="22"/>
          <w:szCs w:val="22"/>
        </w:rPr>
        <w:t xml:space="preserve"> kvalitní polyesterovou přízí. Veškeré lanové s</w:t>
      </w:r>
      <w:r w:rsidR="00D216E8" w:rsidRPr="00D216E8">
        <w:rPr>
          <w:rFonts w:ascii="Garamond" w:hAnsi="Garamond"/>
          <w:bCs/>
          <w:sz w:val="22"/>
          <w:szCs w:val="22"/>
        </w:rPr>
        <w:t xml:space="preserve">poje </w:t>
      </w:r>
      <w:r w:rsidR="00573493">
        <w:rPr>
          <w:rFonts w:ascii="Garamond" w:hAnsi="Garamond"/>
          <w:bCs/>
          <w:sz w:val="22"/>
          <w:szCs w:val="22"/>
        </w:rPr>
        <w:t>a uzlové části</w:t>
      </w:r>
      <w:r w:rsidR="00D216E8">
        <w:rPr>
          <w:rFonts w:ascii="Garamond" w:hAnsi="Garamond"/>
          <w:bCs/>
          <w:sz w:val="22"/>
          <w:szCs w:val="22"/>
        </w:rPr>
        <w:t xml:space="preserve"> </w:t>
      </w:r>
      <w:r w:rsidR="00D216E8" w:rsidRPr="00D216E8">
        <w:rPr>
          <w:rFonts w:ascii="Garamond" w:hAnsi="Garamond"/>
          <w:bCs/>
          <w:sz w:val="22"/>
          <w:szCs w:val="22"/>
        </w:rPr>
        <w:t>budou vyrobeny z kvalitního plastu nebo oceli.</w:t>
      </w:r>
    </w:p>
    <w:p w:rsidR="00935727" w:rsidRPr="00935727" w:rsidRDefault="00C91236" w:rsidP="00060C7D">
      <w:pPr>
        <w:pStyle w:val="Odstavecseseznamem"/>
        <w:numPr>
          <w:ilvl w:val="0"/>
          <w:numId w:val="16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</w:t>
      </w:r>
      <w:r w:rsidR="00935727">
        <w:rPr>
          <w:rFonts w:ascii="Garamond" w:hAnsi="Garamond"/>
          <w:b/>
          <w:sz w:val="22"/>
          <w:szCs w:val="22"/>
        </w:rPr>
        <w:t xml:space="preserve">ovové díly </w:t>
      </w:r>
      <w:r w:rsidRPr="00C91236">
        <w:rPr>
          <w:rFonts w:ascii="Garamond" w:hAnsi="Garamond"/>
          <w:sz w:val="22"/>
          <w:szCs w:val="22"/>
        </w:rPr>
        <w:t>(vyjma zemních kotev</w:t>
      </w:r>
      <w:r w:rsidR="00231D19">
        <w:rPr>
          <w:rFonts w:ascii="Garamond" w:hAnsi="Garamond"/>
          <w:sz w:val="22"/>
          <w:szCs w:val="22"/>
        </w:rPr>
        <w:t>, které jsou definovány výše</w:t>
      </w:r>
      <w:r w:rsidRPr="00C91236"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budou ošetřeny žárovým zinkováním (díly ošetřené žárovým zinkováním je možné opatřit navíc i barvou pro lepší vzhled) nebo lakováním </w:t>
      </w:r>
      <w:r w:rsidR="00F61FAD">
        <w:rPr>
          <w:rFonts w:ascii="Garamond" w:hAnsi="Garamond"/>
          <w:sz w:val="22"/>
          <w:szCs w:val="22"/>
        </w:rPr>
        <w:t xml:space="preserve">vysoce kvalitním </w:t>
      </w:r>
      <w:proofErr w:type="spellStart"/>
      <w:r w:rsidR="00F61FAD">
        <w:rPr>
          <w:rFonts w:ascii="Garamond" w:hAnsi="Garamond"/>
          <w:sz w:val="22"/>
          <w:szCs w:val="22"/>
        </w:rPr>
        <w:t>oděruvzdorným</w:t>
      </w:r>
      <w:proofErr w:type="spellEnd"/>
      <w:r w:rsidR="00F61FAD">
        <w:rPr>
          <w:rFonts w:ascii="Garamond" w:hAnsi="Garamond"/>
          <w:sz w:val="22"/>
          <w:szCs w:val="22"/>
        </w:rPr>
        <w:t xml:space="preserve"> lakem (NE nátěrem)</w:t>
      </w:r>
      <w:r>
        <w:rPr>
          <w:rFonts w:ascii="Garamond" w:hAnsi="Garamond"/>
          <w:sz w:val="22"/>
          <w:szCs w:val="22"/>
        </w:rPr>
        <w:t>, kde je jistota mimořádné trvanlivosti laku</w:t>
      </w:r>
      <w:r w:rsidR="007760CF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Alternativně mohou být tyto kovové díly vyrobeny z nerez oceli.</w:t>
      </w:r>
    </w:p>
    <w:p w:rsidR="0076088D" w:rsidRPr="00D216E8" w:rsidRDefault="0076088D" w:rsidP="00060C7D">
      <w:pPr>
        <w:pStyle w:val="Odstavecseseznamem"/>
        <w:numPr>
          <w:ilvl w:val="0"/>
          <w:numId w:val="16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Spojovací materiály </w:t>
      </w:r>
      <w:r>
        <w:rPr>
          <w:rFonts w:ascii="Garamond" w:hAnsi="Garamond"/>
          <w:sz w:val="22"/>
          <w:szCs w:val="22"/>
        </w:rPr>
        <w:t>budou použity vysoce kvalitní a</w:t>
      </w:r>
      <w:r w:rsidR="00A25841">
        <w:rPr>
          <w:rFonts w:ascii="Garamond" w:hAnsi="Garamond"/>
          <w:sz w:val="22"/>
          <w:szCs w:val="22"/>
        </w:rPr>
        <w:t xml:space="preserve"> s ohledem na bezpečnost i patřičně naddimenzované</w:t>
      </w:r>
      <w:r>
        <w:rPr>
          <w:rFonts w:ascii="Garamond" w:hAnsi="Garamond"/>
          <w:sz w:val="22"/>
          <w:szCs w:val="22"/>
        </w:rPr>
        <w:t>.</w:t>
      </w:r>
    </w:p>
    <w:p w:rsidR="00D216E8" w:rsidRDefault="00D216E8" w:rsidP="006261EC">
      <w:pPr>
        <w:jc w:val="both"/>
        <w:rPr>
          <w:rFonts w:ascii="Garamond" w:hAnsi="Garamond"/>
          <w:b/>
          <w:sz w:val="22"/>
          <w:szCs w:val="22"/>
        </w:rPr>
      </w:pPr>
    </w:p>
    <w:p w:rsidR="00B80CB7" w:rsidRDefault="00B80CB7" w:rsidP="006261EC">
      <w:pPr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Normy: </w:t>
      </w:r>
      <w:r>
        <w:rPr>
          <w:rFonts w:ascii="Garamond" w:hAnsi="Garamond"/>
          <w:sz w:val="22"/>
          <w:szCs w:val="22"/>
        </w:rPr>
        <w:t xml:space="preserve">všechny dodané herní prvky a povrchy budou dodány a instalovány v souladu s platnou legislativou v ČR a dle </w:t>
      </w:r>
      <w:r w:rsidRPr="00060C7D">
        <w:rPr>
          <w:rFonts w:ascii="Garamond" w:hAnsi="Garamond"/>
          <w:bCs/>
          <w:sz w:val="22"/>
          <w:szCs w:val="22"/>
        </w:rPr>
        <w:t>norm</w:t>
      </w:r>
      <w:r>
        <w:rPr>
          <w:rFonts w:ascii="Garamond" w:hAnsi="Garamond"/>
          <w:bCs/>
          <w:sz w:val="22"/>
          <w:szCs w:val="22"/>
        </w:rPr>
        <w:t>y</w:t>
      </w:r>
      <w:r w:rsidRPr="00060C7D">
        <w:rPr>
          <w:rFonts w:ascii="Garamond" w:hAnsi="Garamond"/>
          <w:sz w:val="22"/>
          <w:szCs w:val="22"/>
        </w:rPr>
        <w:t xml:space="preserve"> ČSN EN 1176.</w:t>
      </w:r>
    </w:p>
    <w:p w:rsidR="00B80CB7" w:rsidRDefault="00B80CB7" w:rsidP="006261EC">
      <w:pPr>
        <w:jc w:val="both"/>
        <w:rPr>
          <w:rFonts w:ascii="Garamond" w:hAnsi="Garamond"/>
          <w:b/>
          <w:sz w:val="22"/>
          <w:szCs w:val="22"/>
        </w:rPr>
      </w:pPr>
    </w:p>
    <w:p w:rsidR="006261EC" w:rsidRPr="00C234A7" w:rsidRDefault="00060C7D" w:rsidP="006261EC">
      <w:pPr>
        <w:jc w:val="both"/>
        <w:rPr>
          <w:rFonts w:ascii="Garamond" w:hAnsi="Garamond"/>
          <w:b/>
          <w:sz w:val="22"/>
          <w:szCs w:val="22"/>
        </w:rPr>
      </w:pPr>
      <w:r w:rsidRPr="00C234A7">
        <w:rPr>
          <w:rFonts w:ascii="Garamond" w:hAnsi="Garamond"/>
          <w:b/>
          <w:sz w:val="22"/>
          <w:szCs w:val="22"/>
        </w:rPr>
        <w:t>Záruky:</w:t>
      </w:r>
    </w:p>
    <w:p w:rsidR="00060C7D" w:rsidRPr="00C234A7" w:rsidRDefault="00060C7D" w:rsidP="00060C7D">
      <w:pPr>
        <w:pStyle w:val="Odstavecseseznamem"/>
        <w:numPr>
          <w:ilvl w:val="0"/>
          <w:numId w:val="17"/>
        </w:numPr>
        <w:jc w:val="both"/>
        <w:rPr>
          <w:rFonts w:ascii="Garamond" w:hAnsi="Garamond"/>
          <w:sz w:val="22"/>
          <w:szCs w:val="22"/>
        </w:rPr>
      </w:pPr>
      <w:r w:rsidRPr="00C234A7">
        <w:rPr>
          <w:rFonts w:ascii="Garamond" w:hAnsi="Garamond"/>
          <w:sz w:val="22"/>
          <w:szCs w:val="22"/>
        </w:rPr>
        <w:t xml:space="preserve">Na nosné části konstrukcí minimálně </w:t>
      </w:r>
      <w:r w:rsidR="00BB4ADD" w:rsidRPr="00C234A7">
        <w:rPr>
          <w:rFonts w:ascii="Garamond" w:hAnsi="Garamond"/>
          <w:sz w:val="22"/>
          <w:szCs w:val="22"/>
        </w:rPr>
        <w:t>8</w:t>
      </w:r>
      <w:r w:rsidRPr="00C234A7">
        <w:rPr>
          <w:rFonts w:ascii="Garamond" w:hAnsi="Garamond"/>
          <w:sz w:val="22"/>
          <w:szCs w:val="22"/>
        </w:rPr>
        <w:t xml:space="preserve"> let</w:t>
      </w:r>
    </w:p>
    <w:p w:rsidR="00060C7D" w:rsidRPr="00C234A7" w:rsidRDefault="00060C7D" w:rsidP="00060C7D">
      <w:pPr>
        <w:pStyle w:val="Odstavecseseznamem"/>
        <w:numPr>
          <w:ilvl w:val="0"/>
          <w:numId w:val="17"/>
        </w:numPr>
        <w:jc w:val="both"/>
        <w:rPr>
          <w:rFonts w:ascii="Garamond" w:hAnsi="Garamond"/>
          <w:sz w:val="22"/>
          <w:szCs w:val="22"/>
        </w:rPr>
      </w:pPr>
      <w:r w:rsidRPr="00C234A7">
        <w:rPr>
          <w:rFonts w:ascii="Garamond" w:hAnsi="Garamond"/>
          <w:sz w:val="22"/>
          <w:szCs w:val="22"/>
        </w:rPr>
        <w:t>Na ostatní části prvků minimálně 5 let</w:t>
      </w:r>
    </w:p>
    <w:p w:rsidR="006261EC" w:rsidRDefault="006261EC" w:rsidP="00060C7D">
      <w:pPr>
        <w:jc w:val="both"/>
        <w:rPr>
          <w:rFonts w:ascii="Garamond" w:hAnsi="Garamond"/>
          <w:bCs/>
          <w:sz w:val="22"/>
          <w:szCs w:val="22"/>
        </w:rPr>
      </w:pPr>
      <w:bookmarkStart w:id="2" w:name="_GoBack"/>
      <w:bookmarkEnd w:id="0"/>
      <w:bookmarkEnd w:id="1"/>
      <w:bookmarkEnd w:id="2"/>
    </w:p>
    <w:p w:rsidR="00CE7701" w:rsidRDefault="00CE7701" w:rsidP="00CE7701">
      <w:pPr>
        <w:jc w:val="center"/>
        <w:rPr>
          <w:rFonts w:ascii="Garamond" w:hAnsi="Garamond"/>
          <w:b/>
          <w:color w:val="008000"/>
        </w:rPr>
      </w:pPr>
      <w:r w:rsidRPr="00DC2542">
        <w:rPr>
          <w:rFonts w:ascii="Garamond" w:hAnsi="Garamond"/>
          <w:b/>
          <w:color w:val="008000"/>
        </w:rPr>
        <w:t xml:space="preserve">Požadavky na materiálové a konstrukční </w:t>
      </w:r>
      <w:r>
        <w:rPr>
          <w:rFonts w:ascii="Garamond" w:hAnsi="Garamond"/>
          <w:b/>
          <w:color w:val="008000"/>
        </w:rPr>
        <w:t>řešení</w:t>
      </w:r>
      <w:r w:rsidRPr="00DC2542">
        <w:rPr>
          <w:rFonts w:ascii="Garamond" w:hAnsi="Garamond"/>
          <w:b/>
          <w:color w:val="008000"/>
        </w:rPr>
        <w:t xml:space="preserve"> </w:t>
      </w:r>
      <w:r>
        <w:rPr>
          <w:rFonts w:ascii="Garamond" w:hAnsi="Garamond"/>
          <w:b/>
          <w:color w:val="008000"/>
        </w:rPr>
        <w:t>školního altánu</w:t>
      </w:r>
    </w:p>
    <w:p w:rsidR="00CE7701" w:rsidRDefault="00CE7701" w:rsidP="00CE7701">
      <w:pPr>
        <w:jc w:val="center"/>
        <w:rPr>
          <w:rFonts w:ascii="Garamond" w:hAnsi="Garamond"/>
          <w:b/>
          <w:color w:val="008000"/>
        </w:rPr>
      </w:pPr>
    </w:p>
    <w:p w:rsidR="00CE7701" w:rsidRPr="00F07011" w:rsidRDefault="00CE7701" w:rsidP="00CE770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Materiál konstrukce: </w:t>
      </w:r>
      <w:r>
        <w:rPr>
          <w:rFonts w:ascii="Garamond" w:hAnsi="Garamond"/>
          <w:sz w:val="22"/>
          <w:szCs w:val="22"/>
        </w:rPr>
        <w:t>konstrukce bude vytvořena z</w:t>
      </w:r>
      <w:r w:rsidR="00283E55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>KVH hranolů.</w:t>
      </w:r>
      <w:r w:rsidR="0047794C">
        <w:rPr>
          <w:rFonts w:ascii="Garamond" w:hAnsi="Garamond"/>
          <w:sz w:val="22"/>
          <w:szCs w:val="22"/>
        </w:rPr>
        <w:t xml:space="preserve"> Veškeré dřevo bude upraveno v pohledové kvalitě.</w:t>
      </w:r>
      <w:r>
        <w:rPr>
          <w:rFonts w:ascii="Garamond" w:hAnsi="Garamond"/>
          <w:sz w:val="22"/>
          <w:szCs w:val="22"/>
        </w:rPr>
        <w:t xml:space="preserve"> Dřevěné díly konstrukce budou spojovány přímo za pomoci tesařských spojů (skryté čepy, rybinové zámky apod.), NE pomocí kovových úhelníků</w:t>
      </w:r>
      <w:r w:rsidR="00BA67F8">
        <w:rPr>
          <w:rFonts w:ascii="Garamond" w:hAnsi="Garamond"/>
          <w:sz w:val="22"/>
          <w:szCs w:val="22"/>
        </w:rPr>
        <w:t xml:space="preserve">, </w:t>
      </w:r>
      <w:proofErr w:type="gramStart"/>
      <w:r w:rsidR="00BA67F8">
        <w:rPr>
          <w:rFonts w:ascii="Garamond" w:hAnsi="Garamond"/>
          <w:sz w:val="22"/>
          <w:szCs w:val="22"/>
        </w:rPr>
        <w:t>na</w:t>
      </w:r>
      <w:proofErr w:type="gramEnd"/>
      <w:r w:rsidR="00BA67F8">
        <w:rPr>
          <w:rFonts w:ascii="Garamond" w:hAnsi="Garamond"/>
          <w:sz w:val="22"/>
          <w:szCs w:val="22"/>
        </w:rPr>
        <w:t xml:space="preserve"> </w:t>
      </w:r>
      <w:proofErr w:type="spellStart"/>
      <w:r w:rsidR="00BA67F8">
        <w:rPr>
          <w:rFonts w:ascii="Garamond" w:hAnsi="Garamond"/>
          <w:sz w:val="22"/>
          <w:szCs w:val="22"/>
        </w:rPr>
        <w:t>tupo</w:t>
      </w:r>
      <w:proofErr w:type="spellEnd"/>
      <w:r>
        <w:rPr>
          <w:rFonts w:ascii="Garamond" w:hAnsi="Garamond"/>
          <w:sz w:val="22"/>
          <w:szCs w:val="22"/>
        </w:rPr>
        <w:t xml:space="preserve"> apod.</w:t>
      </w:r>
    </w:p>
    <w:p w:rsidR="00CE7701" w:rsidRDefault="00CE7701" w:rsidP="00CE7701">
      <w:pPr>
        <w:jc w:val="both"/>
        <w:rPr>
          <w:rFonts w:ascii="Garamond" w:hAnsi="Garamond"/>
          <w:b/>
          <w:sz w:val="22"/>
          <w:szCs w:val="22"/>
        </w:rPr>
      </w:pPr>
    </w:p>
    <w:p w:rsidR="00CE7701" w:rsidRDefault="00CE7701" w:rsidP="00CE770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Kotvení</w:t>
      </w:r>
      <w:r w:rsidRPr="00F07011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 xml:space="preserve"> konstrukce nesmí být ukotvena do země přímo, dřevěné prvky musí být kotveny pomocí </w:t>
      </w:r>
      <w:r w:rsidRPr="00F07011">
        <w:rPr>
          <w:rFonts w:ascii="Garamond" w:hAnsi="Garamond"/>
          <w:sz w:val="22"/>
          <w:szCs w:val="22"/>
        </w:rPr>
        <w:t xml:space="preserve">ocelových </w:t>
      </w:r>
      <w:r w:rsidRPr="00F07011">
        <w:rPr>
          <w:rFonts w:ascii="Garamond" w:hAnsi="Garamond"/>
          <w:bCs/>
          <w:sz w:val="22"/>
          <w:szCs w:val="22"/>
        </w:rPr>
        <w:t xml:space="preserve">zemních kotev </w:t>
      </w:r>
      <w:r w:rsidRPr="00C234A7">
        <w:rPr>
          <w:rFonts w:ascii="Garamond" w:hAnsi="Garamond"/>
          <w:bCs/>
          <w:sz w:val="22"/>
          <w:szCs w:val="22"/>
        </w:rPr>
        <w:t>s antikorozní úpravou žárovým zinkováním.</w:t>
      </w:r>
      <w:r w:rsidRPr="00C234A7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B</w:t>
      </w:r>
      <w:r w:rsidRPr="00C234A7">
        <w:rPr>
          <w:rFonts w:ascii="Garamond" w:hAnsi="Garamond"/>
          <w:sz w:val="22"/>
          <w:szCs w:val="22"/>
        </w:rPr>
        <w:t>udou</w:t>
      </w:r>
      <w:r>
        <w:rPr>
          <w:rFonts w:ascii="Garamond" w:hAnsi="Garamond"/>
          <w:sz w:val="22"/>
          <w:szCs w:val="22"/>
        </w:rPr>
        <w:t xml:space="preserve"> použity</w:t>
      </w:r>
      <w:r w:rsidRPr="00C234A7">
        <w:rPr>
          <w:rFonts w:ascii="Garamond" w:hAnsi="Garamond"/>
          <w:sz w:val="22"/>
          <w:szCs w:val="22"/>
        </w:rPr>
        <w:t xml:space="preserve"> zemní kotvy </w:t>
      </w:r>
      <w:r>
        <w:rPr>
          <w:rFonts w:ascii="Garamond" w:hAnsi="Garamond"/>
          <w:sz w:val="22"/>
          <w:szCs w:val="22"/>
        </w:rPr>
        <w:t xml:space="preserve">trubkového typu a budou </w:t>
      </w:r>
      <w:r w:rsidRPr="00C234A7">
        <w:rPr>
          <w:rFonts w:ascii="Garamond" w:hAnsi="Garamond"/>
          <w:sz w:val="22"/>
          <w:szCs w:val="22"/>
        </w:rPr>
        <w:t>kompletně zabudované do podpěr.</w:t>
      </w:r>
      <w:r>
        <w:rPr>
          <w:rFonts w:ascii="Garamond" w:hAnsi="Garamond"/>
          <w:sz w:val="22"/>
          <w:szCs w:val="22"/>
        </w:rPr>
        <w:t xml:space="preserve"> </w:t>
      </w:r>
    </w:p>
    <w:p w:rsidR="00CE7701" w:rsidRDefault="00CE7701" w:rsidP="00CE7701">
      <w:pPr>
        <w:jc w:val="both"/>
        <w:rPr>
          <w:rFonts w:ascii="Garamond" w:hAnsi="Garamond"/>
          <w:b/>
          <w:sz w:val="22"/>
          <w:szCs w:val="22"/>
        </w:rPr>
      </w:pPr>
    </w:p>
    <w:p w:rsidR="00CE7701" w:rsidRPr="00F07011" w:rsidRDefault="00CE7701" w:rsidP="00CE7701">
      <w:pPr>
        <w:jc w:val="both"/>
        <w:rPr>
          <w:rFonts w:ascii="Garamond" w:hAnsi="Garamond"/>
          <w:sz w:val="22"/>
          <w:szCs w:val="22"/>
        </w:rPr>
      </w:pPr>
      <w:r w:rsidRPr="00F07011">
        <w:rPr>
          <w:rFonts w:ascii="Garamond" w:hAnsi="Garamond"/>
          <w:b/>
          <w:sz w:val="22"/>
          <w:szCs w:val="22"/>
        </w:rPr>
        <w:t>Povrchová úprava:</w:t>
      </w:r>
      <w:r>
        <w:rPr>
          <w:rFonts w:ascii="Garamond" w:hAnsi="Garamond"/>
          <w:sz w:val="22"/>
          <w:szCs w:val="22"/>
        </w:rPr>
        <w:t xml:space="preserve"> </w:t>
      </w:r>
      <w:r w:rsidRPr="00F07011">
        <w:rPr>
          <w:rFonts w:ascii="Garamond" w:hAnsi="Garamond"/>
          <w:sz w:val="22"/>
          <w:szCs w:val="22"/>
        </w:rPr>
        <w:t xml:space="preserve">dřevěné </w:t>
      </w:r>
      <w:r>
        <w:rPr>
          <w:rFonts w:ascii="Garamond" w:hAnsi="Garamond"/>
          <w:sz w:val="22"/>
          <w:szCs w:val="22"/>
        </w:rPr>
        <w:t xml:space="preserve">části altánu budou opatřeny kvalitní </w:t>
      </w:r>
      <w:proofErr w:type="spellStart"/>
      <w:r>
        <w:rPr>
          <w:rFonts w:ascii="Garamond" w:hAnsi="Garamond"/>
          <w:sz w:val="22"/>
          <w:szCs w:val="22"/>
        </w:rPr>
        <w:t>silnovrstvou</w:t>
      </w:r>
      <w:proofErr w:type="spellEnd"/>
      <w:r>
        <w:rPr>
          <w:rFonts w:ascii="Garamond" w:hAnsi="Garamond"/>
          <w:sz w:val="22"/>
          <w:szCs w:val="22"/>
        </w:rPr>
        <w:t xml:space="preserve"> </w:t>
      </w:r>
      <w:r w:rsidRPr="00F07011">
        <w:rPr>
          <w:rFonts w:ascii="Garamond" w:hAnsi="Garamond"/>
          <w:sz w:val="22"/>
          <w:szCs w:val="22"/>
        </w:rPr>
        <w:t>lazuro</w:t>
      </w:r>
      <w:r>
        <w:rPr>
          <w:rFonts w:ascii="Garamond" w:hAnsi="Garamond"/>
          <w:sz w:val="22"/>
          <w:szCs w:val="22"/>
        </w:rPr>
        <w:t>u</w:t>
      </w:r>
      <w:r w:rsidRPr="00F07011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(o minimální síle 300 mikrometrů), NE </w:t>
      </w:r>
      <w:proofErr w:type="spellStart"/>
      <w:r>
        <w:rPr>
          <w:rFonts w:ascii="Garamond" w:hAnsi="Garamond"/>
          <w:sz w:val="22"/>
          <w:szCs w:val="22"/>
        </w:rPr>
        <w:t>slabovrstvou</w:t>
      </w:r>
      <w:proofErr w:type="spellEnd"/>
      <w:r>
        <w:rPr>
          <w:rFonts w:ascii="Garamond" w:hAnsi="Garamond"/>
          <w:sz w:val="22"/>
          <w:szCs w:val="22"/>
        </w:rPr>
        <w:t xml:space="preserve"> lazurou, krycí barvou ani tlakovou impregnací.</w:t>
      </w:r>
    </w:p>
    <w:p w:rsidR="00CE7701" w:rsidRPr="00CE7701" w:rsidRDefault="00CE7701" w:rsidP="00CE7701">
      <w:pPr>
        <w:jc w:val="both"/>
        <w:rPr>
          <w:rFonts w:ascii="Garamond" w:hAnsi="Garamond"/>
          <w:sz w:val="22"/>
          <w:szCs w:val="22"/>
        </w:rPr>
      </w:pPr>
    </w:p>
    <w:p w:rsidR="00CE7701" w:rsidRDefault="00CE7701" w:rsidP="00060C7D">
      <w:pPr>
        <w:jc w:val="both"/>
        <w:rPr>
          <w:rFonts w:ascii="Garamond" w:hAnsi="Garamond"/>
          <w:sz w:val="22"/>
          <w:szCs w:val="22"/>
        </w:rPr>
      </w:pPr>
      <w:r w:rsidRPr="00CE7701">
        <w:rPr>
          <w:rFonts w:ascii="Garamond" w:hAnsi="Garamond"/>
          <w:b/>
          <w:sz w:val="22"/>
          <w:szCs w:val="22"/>
        </w:rPr>
        <w:t>Střecha:</w:t>
      </w:r>
      <w:r>
        <w:rPr>
          <w:rFonts w:ascii="Garamond" w:hAnsi="Garamond"/>
          <w:sz w:val="22"/>
          <w:szCs w:val="22"/>
        </w:rPr>
        <w:t xml:space="preserve"> s</w:t>
      </w:r>
      <w:r w:rsidRPr="00CE7701">
        <w:rPr>
          <w:rFonts w:ascii="Garamond" w:hAnsi="Garamond"/>
          <w:sz w:val="22"/>
          <w:szCs w:val="22"/>
        </w:rPr>
        <w:t xml:space="preserve">třešní plášť je tvořen smrkovými palubkami </w:t>
      </w:r>
      <w:r>
        <w:rPr>
          <w:rFonts w:ascii="Garamond" w:hAnsi="Garamond"/>
          <w:sz w:val="22"/>
          <w:szCs w:val="22"/>
        </w:rPr>
        <w:t xml:space="preserve">o síle min. 18 mm </w:t>
      </w:r>
      <w:r w:rsidRPr="00CE7701">
        <w:rPr>
          <w:rFonts w:ascii="Garamond" w:hAnsi="Garamond"/>
          <w:sz w:val="22"/>
          <w:szCs w:val="22"/>
        </w:rPr>
        <w:t>krytými bitumenovým šindelem, přičemž veškeré lemy jsou kryty oplechováním z pozinkovaného plechu.</w:t>
      </w:r>
    </w:p>
    <w:p w:rsidR="00CE7701" w:rsidRDefault="00CE7701" w:rsidP="00060C7D">
      <w:pPr>
        <w:jc w:val="both"/>
        <w:rPr>
          <w:rFonts w:ascii="Garamond" w:hAnsi="Garamond"/>
          <w:sz w:val="22"/>
          <w:szCs w:val="22"/>
        </w:rPr>
      </w:pPr>
    </w:p>
    <w:p w:rsidR="00CE7701" w:rsidRDefault="00CE7701" w:rsidP="00060C7D">
      <w:pPr>
        <w:jc w:val="both"/>
        <w:rPr>
          <w:rFonts w:ascii="Garamond" w:hAnsi="Garamond"/>
          <w:sz w:val="22"/>
          <w:szCs w:val="22"/>
        </w:rPr>
      </w:pPr>
      <w:r w:rsidRPr="00DE6DEA">
        <w:rPr>
          <w:rFonts w:ascii="Garamond" w:hAnsi="Garamond"/>
          <w:b/>
          <w:sz w:val="22"/>
          <w:szCs w:val="22"/>
        </w:rPr>
        <w:t>Tabule na kreslení:</w:t>
      </w:r>
      <w:r w:rsidRPr="00DE6DEA">
        <w:rPr>
          <w:rFonts w:ascii="Garamond" w:hAnsi="Garamond"/>
          <w:sz w:val="22"/>
          <w:szCs w:val="22"/>
        </w:rPr>
        <w:t xml:space="preserve"> tabule na kreslení bude vy</w:t>
      </w:r>
      <w:r w:rsidR="00A14FFC" w:rsidRPr="00DE6DEA">
        <w:rPr>
          <w:rFonts w:ascii="Garamond" w:hAnsi="Garamond"/>
          <w:sz w:val="22"/>
          <w:szCs w:val="22"/>
        </w:rPr>
        <w:t>robena</w:t>
      </w:r>
      <w:r w:rsidRPr="00DE6DEA">
        <w:rPr>
          <w:rFonts w:ascii="Garamond" w:hAnsi="Garamond"/>
          <w:sz w:val="22"/>
          <w:szCs w:val="22"/>
        </w:rPr>
        <w:t xml:space="preserve"> z vysokotlakého laminátu, NE</w:t>
      </w:r>
      <w:r w:rsidR="004E00FF" w:rsidRPr="00DE6DEA">
        <w:rPr>
          <w:rFonts w:ascii="Garamond" w:hAnsi="Garamond"/>
          <w:sz w:val="22"/>
          <w:szCs w:val="22"/>
        </w:rPr>
        <w:t xml:space="preserve"> voděodolné překližky ani plechu.</w:t>
      </w:r>
    </w:p>
    <w:p w:rsidR="004B1B6E" w:rsidRDefault="004B1B6E" w:rsidP="004B1B6E">
      <w:pPr>
        <w:jc w:val="both"/>
        <w:rPr>
          <w:rFonts w:ascii="Garamond" w:hAnsi="Garamond"/>
          <w:b/>
          <w:sz w:val="22"/>
          <w:szCs w:val="22"/>
        </w:rPr>
      </w:pPr>
    </w:p>
    <w:p w:rsidR="004B1B6E" w:rsidRPr="00C234A7" w:rsidRDefault="004B1B6E" w:rsidP="004B1B6E">
      <w:pPr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Záruka</w:t>
      </w:r>
      <w:r w:rsidRPr="00C234A7">
        <w:rPr>
          <w:rFonts w:ascii="Garamond" w:hAnsi="Garamond"/>
          <w:b/>
          <w:sz w:val="22"/>
          <w:szCs w:val="22"/>
        </w:rPr>
        <w:t>:</w:t>
      </w:r>
    </w:p>
    <w:p w:rsidR="004B1B6E" w:rsidRPr="004B1B6E" w:rsidRDefault="004B1B6E" w:rsidP="004B1B6E">
      <w:pPr>
        <w:pStyle w:val="Odstavecseseznamem"/>
        <w:numPr>
          <w:ilvl w:val="0"/>
          <w:numId w:val="17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</w:t>
      </w:r>
      <w:r w:rsidRPr="00C234A7">
        <w:rPr>
          <w:rFonts w:ascii="Garamond" w:hAnsi="Garamond"/>
          <w:sz w:val="22"/>
          <w:szCs w:val="22"/>
        </w:rPr>
        <w:t xml:space="preserve">inimálně </w:t>
      </w:r>
      <w:r>
        <w:rPr>
          <w:rFonts w:ascii="Garamond" w:hAnsi="Garamond"/>
          <w:sz w:val="22"/>
          <w:szCs w:val="22"/>
        </w:rPr>
        <w:t>5</w:t>
      </w:r>
      <w:r w:rsidRPr="00C234A7">
        <w:rPr>
          <w:rFonts w:ascii="Garamond" w:hAnsi="Garamond"/>
          <w:sz w:val="22"/>
          <w:szCs w:val="22"/>
        </w:rPr>
        <w:t xml:space="preserve"> let</w:t>
      </w:r>
    </w:p>
    <w:sectPr w:rsidR="004B1B6E" w:rsidRPr="004B1B6E" w:rsidSect="004B1B6E">
      <w:headerReference w:type="default" r:id="rId8"/>
      <w:footerReference w:type="even" r:id="rId9"/>
      <w:footerReference w:type="default" r:id="rId10"/>
      <w:pgSz w:w="11906" w:h="16838" w:code="9"/>
      <w:pgMar w:top="709" w:right="924" w:bottom="899" w:left="902" w:header="539" w:footer="193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AAF" w:rsidRDefault="002E4AAF">
      <w:r>
        <w:separator/>
      </w:r>
    </w:p>
  </w:endnote>
  <w:endnote w:type="continuationSeparator" w:id="0">
    <w:p w:rsidR="002E4AAF" w:rsidRDefault="002E4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4" w:rsidRDefault="006E70B6" w:rsidP="005B17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17BB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17BB4" w:rsidRDefault="00317B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4" w:rsidRDefault="006E70B6" w:rsidP="005B17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17BB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B1B6E">
      <w:rPr>
        <w:rStyle w:val="slostrnky"/>
        <w:noProof/>
      </w:rPr>
      <w:t>- 2 -</w:t>
    </w:r>
    <w:r>
      <w:rPr>
        <w:rStyle w:val="slostrnky"/>
      </w:rPr>
      <w:fldChar w:fldCharType="end"/>
    </w:r>
  </w:p>
  <w:p w:rsidR="00317BB4" w:rsidRDefault="00317B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AAF" w:rsidRDefault="002E4AAF">
      <w:r>
        <w:separator/>
      </w:r>
    </w:p>
  </w:footnote>
  <w:footnote w:type="continuationSeparator" w:id="0">
    <w:p w:rsidR="002E4AAF" w:rsidRDefault="002E4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4" w:rsidRDefault="00317BB4" w:rsidP="003525ED">
    <w:pPr>
      <w:pStyle w:val="Zhlav"/>
      <w:tabs>
        <w:tab w:val="clear" w:pos="4536"/>
        <w:tab w:val="clear" w:pos="9072"/>
        <w:tab w:val="left" w:pos="5412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5D6"/>
    <w:multiLevelType w:val="hybridMultilevel"/>
    <w:tmpl w:val="24C4E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932AC"/>
    <w:multiLevelType w:val="multilevel"/>
    <w:tmpl w:val="3CB44F7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DotumChe" w:hAnsi="Garamond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F67CAB"/>
    <w:multiLevelType w:val="hybridMultilevel"/>
    <w:tmpl w:val="036EDD7E"/>
    <w:lvl w:ilvl="0" w:tplc="C68CA1B6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AF5EF3"/>
    <w:multiLevelType w:val="hybridMultilevel"/>
    <w:tmpl w:val="B092531C"/>
    <w:lvl w:ilvl="0" w:tplc="B596A862">
      <w:start w:val="1"/>
      <w:numFmt w:val="bullet"/>
      <w:lvlText w:val=""/>
      <w:lvlJc w:val="left"/>
      <w:pPr>
        <w:tabs>
          <w:tab w:val="num" w:pos="397"/>
        </w:tabs>
        <w:ind w:left="284" w:hanging="171"/>
      </w:pPr>
      <w:rPr>
        <w:rFonts w:ascii="Symbol" w:hAnsi="Symbol" w:hint="default"/>
      </w:rPr>
    </w:lvl>
    <w:lvl w:ilvl="1" w:tplc="DE18E1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DotumChe" w:hAnsi="Garamond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2F091A"/>
    <w:multiLevelType w:val="hybridMultilevel"/>
    <w:tmpl w:val="66426196"/>
    <w:lvl w:ilvl="0" w:tplc="4F3E6C5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color w:val="auto"/>
      </w:rPr>
    </w:lvl>
    <w:lvl w:ilvl="1" w:tplc="B7E2C9AE">
      <w:numFmt w:val="none"/>
      <w:lvlText w:val=""/>
      <w:lvlJc w:val="left"/>
      <w:pPr>
        <w:tabs>
          <w:tab w:val="num" w:pos="360"/>
        </w:tabs>
      </w:pPr>
    </w:lvl>
    <w:lvl w:ilvl="2" w:tplc="A6D4B62C">
      <w:numFmt w:val="none"/>
      <w:lvlText w:val=""/>
      <w:lvlJc w:val="left"/>
      <w:pPr>
        <w:tabs>
          <w:tab w:val="num" w:pos="360"/>
        </w:tabs>
      </w:pPr>
    </w:lvl>
    <w:lvl w:ilvl="3" w:tplc="695451A6">
      <w:numFmt w:val="none"/>
      <w:lvlText w:val=""/>
      <w:lvlJc w:val="left"/>
      <w:pPr>
        <w:tabs>
          <w:tab w:val="num" w:pos="360"/>
        </w:tabs>
      </w:pPr>
    </w:lvl>
    <w:lvl w:ilvl="4" w:tplc="BE98876A">
      <w:numFmt w:val="none"/>
      <w:lvlText w:val=""/>
      <w:lvlJc w:val="left"/>
      <w:pPr>
        <w:tabs>
          <w:tab w:val="num" w:pos="360"/>
        </w:tabs>
      </w:pPr>
    </w:lvl>
    <w:lvl w:ilvl="5" w:tplc="7062D95C">
      <w:numFmt w:val="none"/>
      <w:lvlText w:val=""/>
      <w:lvlJc w:val="left"/>
      <w:pPr>
        <w:tabs>
          <w:tab w:val="num" w:pos="360"/>
        </w:tabs>
      </w:pPr>
    </w:lvl>
    <w:lvl w:ilvl="6" w:tplc="201408AC">
      <w:numFmt w:val="none"/>
      <w:lvlText w:val=""/>
      <w:lvlJc w:val="left"/>
      <w:pPr>
        <w:tabs>
          <w:tab w:val="num" w:pos="360"/>
        </w:tabs>
      </w:pPr>
    </w:lvl>
    <w:lvl w:ilvl="7" w:tplc="00122C66">
      <w:numFmt w:val="none"/>
      <w:lvlText w:val=""/>
      <w:lvlJc w:val="left"/>
      <w:pPr>
        <w:tabs>
          <w:tab w:val="num" w:pos="360"/>
        </w:tabs>
      </w:pPr>
    </w:lvl>
    <w:lvl w:ilvl="8" w:tplc="D44C017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5664456"/>
    <w:multiLevelType w:val="multilevel"/>
    <w:tmpl w:val="78BAF16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4F1F9C"/>
    <w:multiLevelType w:val="multilevel"/>
    <w:tmpl w:val="3CB44F7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DotumChe" w:hAnsi="Garamond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F1127"/>
    <w:multiLevelType w:val="hybridMultilevel"/>
    <w:tmpl w:val="78BAF16A"/>
    <w:lvl w:ilvl="0" w:tplc="DC2866F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F83C7F"/>
    <w:multiLevelType w:val="hybridMultilevel"/>
    <w:tmpl w:val="150CDB42"/>
    <w:lvl w:ilvl="0" w:tplc="99A28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FE603C1"/>
    <w:multiLevelType w:val="multilevel"/>
    <w:tmpl w:val="036EDD7E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7E5210"/>
    <w:multiLevelType w:val="hybridMultilevel"/>
    <w:tmpl w:val="130ADC02"/>
    <w:lvl w:ilvl="0" w:tplc="BBDA52F8">
      <w:start w:val="1"/>
      <w:numFmt w:val="bullet"/>
      <w:lvlText w:val=""/>
      <w:lvlJc w:val="left"/>
      <w:pPr>
        <w:tabs>
          <w:tab w:val="num" w:pos="397"/>
        </w:tabs>
        <w:ind w:left="284" w:hanging="171"/>
      </w:pPr>
      <w:rPr>
        <w:rFonts w:ascii="Symbol" w:hAnsi="Symbol" w:hint="default"/>
      </w:rPr>
    </w:lvl>
    <w:lvl w:ilvl="1" w:tplc="DE18E1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DotumChe" w:hAnsi="Garamond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FB5FD1"/>
    <w:multiLevelType w:val="hybridMultilevel"/>
    <w:tmpl w:val="3CB44F76"/>
    <w:lvl w:ilvl="0" w:tplc="4DCE40F4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DE18E1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DotumChe" w:hAnsi="Garamond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5E491C"/>
    <w:multiLevelType w:val="hybridMultilevel"/>
    <w:tmpl w:val="79DECCCA"/>
    <w:lvl w:ilvl="0" w:tplc="3342D65E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Garamond" w:eastAsia="DotumChe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3">
    <w:nsid w:val="77693E37"/>
    <w:multiLevelType w:val="hybridMultilevel"/>
    <w:tmpl w:val="7AAEE57E"/>
    <w:lvl w:ilvl="0" w:tplc="47D295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7C22918"/>
    <w:multiLevelType w:val="hybridMultilevel"/>
    <w:tmpl w:val="5614D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F95A48"/>
    <w:multiLevelType w:val="hybridMultilevel"/>
    <w:tmpl w:val="52448568"/>
    <w:lvl w:ilvl="0" w:tplc="EC02A9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CF207A"/>
    <w:multiLevelType w:val="hybridMultilevel"/>
    <w:tmpl w:val="2E307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7"/>
  </w:num>
  <w:num w:numId="5">
    <w:abstractNumId w:val="5"/>
  </w:num>
  <w:num w:numId="6">
    <w:abstractNumId w:val="11"/>
  </w:num>
  <w:num w:numId="7">
    <w:abstractNumId w:val="6"/>
  </w:num>
  <w:num w:numId="8">
    <w:abstractNumId w:val="10"/>
  </w:num>
  <w:num w:numId="9">
    <w:abstractNumId w:val="1"/>
  </w:num>
  <w:num w:numId="10">
    <w:abstractNumId w:val="3"/>
  </w:num>
  <w:num w:numId="11">
    <w:abstractNumId w:val="4"/>
  </w:num>
  <w:num w:numId="12">
    <w:abstractNumId w:val="0"/>
  </w:num>
  <w:num w:numId="13">
    <w:abstractNumId w:val="15"/>
  </w:num>
  <w:num w:numId="14">
    <w:abstractNumId w:val="8"/>
  </w:num>
  <w:num w:numId="15">
    <w:abstractNumId w:val="13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style="mso-position-horizontal:center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C5"/>
    <w:rsid w:val="000030C2"/>
    <w:rsid w:val="00004DD9"/>
    <w:rsid w:val="00005AB0"/>
    <w:rsid w:val="000076F7"/>
    <w:rsid w:val="00011989"/>
    <w:rsid w:val="00014B9C"/>
    <w:rsid w:val="000224C5"/>
    <w:rsid w:val="00040E7D"/>
    <w:rsid w:val="00042522"/>
    <w:rsid w:val="0004522C"/>
    <w:rsid w:val="00045B08"/>
    <w:rsid w:val="0005540A"/>
    <w:rsid w:val="00057BF5"/>
    <w:rsid w:val="000603AD"/>
    <w:rsid w:val="000605B2"/>
    <w:rsid w:val="00060C7D"/>
    <w:rsid w:val="00064ADC"/>
    <w:rsid w:val="00067B0F"/>
    <w:rsid w:val="00071A10"/>
    <w:rsid w:val="0007576D"/>
    <w:rsid w:val="00075806"/>
    <w:rsid w:val="00085798"/>
    <w:rsid w:val="00085B93"/>
    <w:rsid w:val="000A383A"/>
    <w:rsid w:val="000A398D"/>
    <w:rsid w:val="000A571D"/>
    <w:rsid w:val="000A7651"/>
    <w:rsid w:val="000B0EA7"/>
    <w:rsid w:val="000B13FB"/>
    <w:rsid w:val="000B3235"/>
    <w:rsid w:val="000B44EB"/>
    <w:rsid w:val="000B6AE5"/>
    <w:rsid w:val="000B77F5"/>
    <w:rsid w:val="000C11F7"/>
    <w:rsid w:val="000C2020"/>
    <w:rsid w:val="000D572A"/>
    <w:rsid w:val="000D626E"/>
    <w:rsid w:val="000E2DB4"/>
    <w:rsid w:val="000E4584"/>
    <w:rsid w:val="000F1850"/>
    <w:rsid w:val="000F301D"/>
    <w:rsid w:val="00100301"/>
    <w:rsid w:val="001010E4"/>
    <w:rsid w:val="0010178B"/>
    <w:rsid w:val="00103D1E"/>
    <w:rsid w:val="0010505C"/>
    <w:rsid w:val="00107153"/>
    <w:rsid w:val="00114677"/>
    <w:rsid w:val="001148DE"/>
    <w:rsid w:val="00116DDA"/>
    <w:rsid w:val="001221FD"/>
    <w:rsid w:val="001230FD"/>
    <w:rsid w:val="00125D92"/>
    <w:rsid w:val="00130A4B"/>
    <w:rsid w:val="00130F7D"/>
    <w:rsid w:val="00134DEC"/>
    <w:rsid w:val="001359C0"/>
    <w:rsid w:val="001377D4"/>
    <w:rsid w:val="00137E1A"/>
    <w:rsid w:val="00140176"/>
    <w:rsid w:val="00144CD6"/>
    <w:rsid w:val="00147B4C"/>
    <w:rsid w:val="00152A46"/>
    <w:rsid w:val="00153494"/>
    <w:rsid w:val="001608B2"/>
    <w:rsid w:val="00160C74"/>
    <w:rsid w:val="00167836"/>
    <w:rsid w:val="00175E7A"/>
    <w:rsid w:val="00176DB8"/>
    <w:rsid w:val="00176ED0"/>
    <w:rsid w:val="00177976"/>
    <w:rsid w:val="00180766"/>
    <w:rsid w:val="00180775"/>
    <w:rsid w:val="00182403"/>
    <w:rsid w:val="001837AF"/>
    <w:rsid w:val="00186E60"/>
    <w:rsid w:val="00187179"/>
    <w:rsid w:val="00187ECB"/>
    <w:rsid w:val="0019480F"/>
    <w:rsid w:val="00196C6B"/>
    <w:rsid w:val="00197237"/>
    <w:rsid w:val="001A1734"/>
    <w:rsid w:val="001A5F2C"/>
    <w:rsid w:val="001A60D3"/>
    <w:rsid w:val="001A68DE"/>
    <w:rsid w:val="001A7FAB"/>
    <w:rsid w:val="001B195D"/>
    <w:rsid w:val="001B1DCE"/>
    <w:rsid w:val="001B660A"/>
    <w:rsid w:val="001B703A"/>
    <w:rsid w:val="001C24D6"/>
    <w:rsid w:val="001C34AA"/>
    <w:rsid w:val="001C53C3"/>
    <w:rsid w:val="001C5DB6"/>
    <w:rsid w:val="001D21C3"/>
    <w:rsid w:val="001D23EA"/>
    <w:rsid w:val="001D7179"/>
    <w:rsid w:val="001E115B"/>
    <w:rsid w:val="001E1A93"/>
    <w:rsid w:val="001E3B5A"/>
    <w:rsid w:val="001E622A"/>
    <w:rsid w:val="001E6589"/>
    <w:rsid w:val="001F2796"/>
    <w:rsid w:val="001F2E28"/>
    <w:rsid w:val="001F33C7"/>
    <w:rsid w:val="001F493A"/>
    <w:rsid w:val="001F4A9E"/>
    <w:rsid w:val="001F75DD"/>
    <w:rsid w:val="001F7898"/>
    <w:rsid w:val="00203B02"/>
    <w:rsid w:val="00203DA8"/>
    <w:rsid w:val="002046E5"/>
    <w:rsid w:val="00210CBA"/>
    <w:rsid w:val="00211E33"/>
    <w:rsid w:val="002130F9"/>
    <w:rsid w:val="00217B49"/>
    <w:rsid w:val="00221C49"/>
    <w:rsid w:val="00231D16"/>
    <w:rsid w:val="00231D19"/>
    <w:rsid w:val="002330EC"/>
    <w:rsid w:val="00233734"/>
    <w:rsid w:val="00240BF5"/>
    <w:rsid w:val="00242BEE"/>
    <w:rsid w:val="00244AC8"/>
    <w:rsid w:val="00245838"/>
    <w:rsid w:val="00245961"/>
    <w:rsid w:val="00247770"/>
    <w:rsid w:val="00251FC1"/>
    <w:rsid w:val="00252606"/>
    <w:rsid w:val="00256754"/>
    <w:rsid w:val="00256FCD"/>
    <w:rsid w:val="002576D0"/>
    <w:rsid w:val="002625B0"/>
    <w:rsid w:val="00263964"/>
    <w:rsid w:val="0026400F"/>
    <w:rsid w:val="00264CC0"/>
    <w:rsid w:val="0027042E"/>
    <w:rsid w:val="002716C0"/>
    <w:rsid w:val="0027419C"/>
    <w:rsid w:val="00274C10"/>
    <w:rsid w:val="00276996"/>
    <w:rsid w:val="0028293A"/>
    <w:rsid w:val="00282A8A"/>
    <w:rsid w:val="00283E55"/>
    <w:rsid w:val="00284724"/>
    <w:rsid w:val="00285516"/>
    <w:rsid w:val="00295B5D"/>
    <w:rsid w:val="002A18EE"/>
    <w:rsid w:val="002A286F"/>
    <w:rsid w:val="002A4354"/>
    <w:rsid w:val="002B3B68"/>
    <w:rsid w:val="002B71E6"/>
    <w:rsid w:val="002C201B"/>
    <w:rsid w:val="002C2C0C"/>
    <w:rsid w:val="002C5734"/>
    <w:rsid w:val="002C7D30"/>
    <w:rsid w:val="002D46D4"/>
    <w:rsid w:val="002D608A"/>
    <w:rsid w:val="002D6D10"/>
    <w:rsid w:val="002D6D15"/>
    <w:rsid w:val="002E00DD"/>
    <w:rsid w:val="002E0686"/>
    <w:rsid w:val="002E3605"/>
    <w:rsid w:val="002E468C"/>
    <w:rsid w:val="002E4AAF"/>
    <w:rsid w:val="002E4D4A"/>
    <w:rsid w:val="002E61AB"/>
    <w:rsid w:val="002F2783"/>
    <w:rsid w:val="00302882"/>
    <w:rsid w:val="00306C48"/>
    <w:rsid w:val="0031336A"/>
    <w:rsid w:val="00317BB4"/>
    <w:rsid w:val="00320006"/>
    <w:rsid w:val="0032222F"/>
    <w:rsid w:val="00325C55"/>
    <w:rsid w:val="00333BE9"/>
    <w:rsid w:val="003355CF"/>
    <w:rsid w:val="00336C6A"/>
    <w:rsid w:val="00341FD7"/>
    <w:rsid w:val="0034359A"/>
    <w:rsid w:val="00345BF0"/>
    <w:rsid w:val="00346728"/>
    <w:rsid w:val="003476FE"/>
    <w:rsid w:val="003525ED"/>
    <w:rsid w:val="00357F3A"/>
    <w:rsid w:val="00360DD6"/>
    <w:rsid w:val="003617E7"/>
    <w:rsid w:val="00365EFB"/>
    <w:rsid w:val="003666A2"/>
    <w:rsid w:val="00367982"/>
    <w:rsid w:val="00367A57"/>
    <w:rsid w:val="00373B7C"/>
    <w:rsid w:val="003752EB"/>
    <w:rsid w:val="0037638D"/>
    <w:rsid w:val="00380999"/>
    <w:rsid w:val="003829B7"/>
    <w:rsid w:val="00383460"/>
    <w:rsid w:val="0038502A"/>
    <w:rsid w:val="00390546"/>
    <w:rsid w:val="003919CE"/>
    <w:rsid w:val="0039453E"/>
    <w:rsid w:val="00394ADC"/>
    <w:rsid w:val="00397A03"/>
    <w:rsid w:val="003A190D"/>
    <w:rsid w:val="003A37A2"/>
    <w:rsid w:val="003A3973"/>
    <w:rsid w:val="003A46DC"/>
    <w:rsid w:val="003A5C4D"/>
    <w:rsid w:val="003A5F81"/>
    <w:rsid w:val="003B19CA"/>
    <w:rsid w:val="003B66B5"/>
    <w:rsid w:val="003B6F03"/>
    <w:rsid w:val="003B7B93"/>
    <w:rsid w:val="003B7CA4"/>
    <w:rsid w:val="003C1555"/>
    <w:rsid w:val="003C1C84"/>
    <w:rsid w:val="003C5820"/>
    <w:rsid w:val="003D0B3B"/>
    <w:rsid w:val="003D3D77"/>
    <w:rsid w:val="003D567F"/>
    <w:rsid w:val="003D79B0"/>
    <w:rsid w:val="003E3340"/>
    <w:rsid w:val="003E5EF7"/>
    <w:rsid w:val="003E662D"/>
    <w:rsid w:val="003F08E2"/>
    <w:rsid w:val="003F29A2"/>
    <w:rsid w:val="003F2B4E"/>
    <w:rsid w:val="003F6259"/>
    <w:rsid w:val="00402D59"/>
    <w:rsid w:val="00405CDE"/>
    <w:rsid w:val="00411963"/>
    <w:rsid w:val="004124AC"/>
    <w:rsid w:val="004170C5"/>
    <w:rsid w:val="00424470"/>
    <w:rsid w:val="00425D57"/>
    <w:rsid w:val="00435552"/>
    <w:rsid w:val="004420BE"/>
    <w:rsid w:val="00447E07"/>
    <w:rsid w:val="004533FD"/>
    <w:rsid w:val="00461A4B"/>
    <w:rsid w:val="00474B30"/>
    <w:rsid w:val="00476734"/>
    <w:rsid w:val="0047794C"/>
    <w:rsid w:val="00477FAA"/>
    <w:rsid w:val="0048041C"/>
    <w:rsid w:val="0048399E"/>
    <w:rsid w:val="00485F4E"/>
    <w:rsid w:val="00490EAB"/>
    <w:rsid w:val="004949E9"/>
    <w:rsid w:val="00496D28"/>
    <w:rsid w:val="0049701F"/>
    <w:rsid w:val="004A116B"/>
    <w:rsid w:val="004A1F4E"/>
    <w:rsid w:val="004A3833"/>
    <w:rsid w:val="004A3C67"/>
    <w:rsid w:val="004B1B6E"/>
    <w:rsid w:val="004B35EB"/>
    <w:rsid w:val="004B6D9D"/>
    <w:rsid w:val="004B7C90"/>
    <w:rsid w:val="004C0565"/>
    <w:rsid w:val="004C1439"/>
    <w:rsid w:val="004C3594"/>
    <w:rsid w:val="004C6332"/>
    <w:rsid w:val="004D0012"/>
    <w:rsid w:val="004D1103"/>
    <w:rsid w:val="004D20D5"/>
    <w:rsid w:val="004D6216"/>
    <w:rsid w:val="004D7514"/>
    <w:rsid w:val="004E00FF"/>
    <w:rsid w:val="004E0F35"/>
    <w:rsid w:val="004E1AF3"/>
    <w:rsid w:val="004E3694"/>
    <w:rsid w:val="004F4C17"/>
    <w:rsid w:val="004F525C"/>
    <w:rsid w:val="004F68B4"/>
    <w:rsid w:val="004F7EFF"/>
    <w:rsid w:val="00501E9B"/>
    <w:rsid w:val="0050236F"/>
    <w:rsid w:val="005056D5"/>
    <w:rsid w:val="005113D6"/>
    <w:rsid w:val="00514C8D"/>
    <w:rsid w:val="00517B4B"/>
    <w:rsid w:val="00520F32"/>
    <w:rsid w:val="005329D7"/>
    <w:rsid w:val="00534393"/>
    <w:rsid w:val="0053581E"/>
    <w:rsid w:val="00535C46"/>
    <w:rsid w:val="00540662"/>
    <w:rsid w:val="00541B8A"/>
    <w:rsid w:val="00542208"/>
    <w:rsid w:val="00544D4D"/>
    <w:rsid w:val="005463F0"/>
    <w:rsid w:val="00550B2C"/>
    <w:rsid w:val="00550BAF"/>
    <w:rsid w:val="0055253A"/>
    <w:rsid w:val="005627A6"/>
    <w:rsid w:val="0056313E"/>
    <w:rsid w:val="00563EC6"/>
    <w:rsid w:val="0056406A"/>
    <w:rsid w:val="005703EB"/>
    <w:rsid w:val="0057225F"/>
    <w:rsid w:val="00573493"/>
    <w:rsid w:val="0058035C"/>
    <w:rsid w:val="0058243A"/>
    <w:rsid w:val="00582559"/>
    <w:rsid w:val="00582D28"/>
    <w:rsid w:val="00587EF4"/>
    <w:rsid w:val="0059126C"/>
    <w:rsid w:val="00594F88"/>
    <w:rsid w:val="005A5187"/>
    <w:rsid w:val="005B17D6"/>
    <w:rsid w:val="005B2D24"/>
    <w:rsid w:val="005C1012"/>
    <w:rsid w:val="005C3D9F"/>
    <w:rsid w:val="005C6B3D"/>
    <w:rsid w:val="005C7E0F"/>
    <w:rsid w:val="005D4995"/>
    <w:rsid w:val="005E3994"/>
    <w:rsid w:val="005E4879"/>
    <w:rsid w:val="005E4AF5"/>
    <w:rsid w:val="005E607C"/>
    <w:rsid w:val="005F25DC"/>
    <w:rsid w:val="005F7D5E"/>
    <w:rsid w:val="0060006C"/>
    <w:rsid w:val="006008C1"/>
    <w:rsid w:val="00607140"/>
    <w:rsid w:val="00607CB4"/>
    <w:rsid w:val="00607E55"/>
    <w:rsid w:val="00610234"/>
    <w:rsid w:val="00610892"/>
    <w:rsid w:val="0061172C"/>
    <w:rsid w:val="00617B0F"/>
    <w:rsid w:val="00622828"/>
    <w:rsid w:val="00622A3B"/>
    <w:rsid w:val="00623A0C"/>
    <w:rsid w:val="006261EC"/>
    <w:rsid w:val="00626A30"/>
    <w:rsid w:val="00632D8B"/>
    <w:rsid w:val="00634AFF"/>
    <w:rsid w:val="006353CC"/>
    <w:rsid w:val="00641317"/>
    <w:rsid w:val="006424CD"/>
    <w:rsid w:val="00642B71"/>
    <w:rsid w:val="00642DDF"/>
    <w:rsid w:val="00643CC5"/>
    <w:rsid w:val="006444B8"/>
    <w:rsid w:val="0064511D"/>
    <w:rsid w:val="00645923"/>
    <w:rsid w:val="006479B4"/>
    <w:rsid w:val="006516AA"/>
    <w:rsid w:val="00652941"/>
    <w:rsid w:val="00652B33"/>
    <w:rsid w:val="0066239B"/>
    <w:rsid w:val="006638DD"/>
    <w:rsid w:val="00665630"/>
    <w:rsid w:val="00672748"/>
    <w:rsid w:val="00672FFC"/>
    <w:rsid w:val="00675AD9"/>
    <w:rsid w:val="00682361"/>
    <w:rsid w:val="006856FC"/>
    <w:rsid w:val="00686542"/>
    <w:rsid w:val="00691181"/>
    <w:rsid w:val="006913A2"/>
    <w:rsid w:val="00693878"/>
    <w:rsid w:val="00696EE7"/>
    <w:rsid w:val="00697CB2"/>
    <w:rsid w:val="006A3820"/>
    <w:rsid w:val="006A4CCA"/>
    <w:rsid w:val="006A6BC3"/>
    <w:rsid w:val="006B4149"/>
    <w:rsid w:val="006B5094"/>
    <w:rsid w:val="006B7950"/>
    <w:rsid w:val="006C059B"/>
    <w:rsid w:val="006C2882"/>
    <w:rsid w:val="006C4935"/>
    <w:rsid w:val="006D06EE"/>
    <w:rsid w:val="006D4E74"/>
    <w:rsid w:val="006E0201"/>
    <w:rsid w:val="006E3A99"/>
    <w:rsid w:val="006E4272"/>
    <w:rsid w:val="006E55C4"/>
    <w:rsid w:val="006E70B6"/>
    <w:rsid w:val="006F4519"/>
    <w:rsid w:val="00700228"/>
    <w:rsid w:val="00702798"/>
    <w:rsid w:val="0070559A"/>
    <w:rsid w:val="00707472"/>
    <w:rsid w:val="0071247B"/>
    <w:rsid w:val="007135C6"/>
    <w:rsid w:val="00720EF4"/>
    <w:rsid w:val="00725B51"/>
    <w:rsid w:val="00735F72"/>
    <w:rsid w:val="007369C6"/>
    <w:rsid w:val="00737CCE"/>
    <w:rsid w:val="007402B0"/>
    <w:rsid w:val="007447EF"/>
    <w:rsid w:val="00744B68"/>
    <w:rsid w:val="007503B5"/>
    <w:rsid w:val="00750C88"/>
    <w:rsid w:val="0075138A"/>
    <w:rsid w:val="00751C9E"/>
    <w:rsid w:val="0075248E"/>
    <w:rsid w:val="00755542"/>
    <w:rsid w:val="00756425"/>
    <w:rsid w:val="007605AF"/>
    <w:rsid w:val="0076088D"/>
    <w:rsid w:val="00761568"/>
    <w:rsid w:val="00762D95"/>
    <w:rsid w:val="00765878"/>
    <w:rsid w:val="00765FF1"/>
    <w:rsid w:val="00766E61"/>
    <w:rsid w:val="0077180C"/>
    <w:rsid w:val="00772244"/>
    <w:rsid w:val="007760CF"/>
    <w:rsid w:val="007765DB"/>
    <w:rsid w:val="0077753C"/>
    <w:rsid w:val="00781E44"/>
    <w:rsid w:val="00790AEF"/>
    <w:rsid w:val="00791D4F"/>
    <w:rsid w:val="00792524"/>
    <w:rsid w:val="007938A7"/>
    <w:rsid w:val="007968DD"/>
    <w:rsid w:val="007A7810"/>
    <w:rsid w:val="007B1E57"/>
    <w:rsid w:val="007B24D9"/>
    <w:rsid w:val="007B4017"/>
    <w:rsid w:val="007B4F90"/>
    <w:rsid w:val="007C1431"/>
    <w:rsid w:val="007C32E7"/>
    <w:rsid w:val="007C38EC"/>
    <w:rsid w:val="007C5053"/>
    <w:rsid w:val="007C58D5"/>
    <w:rsid w:val="007D21CA"/>
    <w:rsid w:val="007D27FD"/>
    <w:rsid w:val="007D2872"/>
    <w:rsid w:val="007D410D"/>
    <w:rsid w:val="007D5D68"/>
    <w:rsid w:val="007D6A85"/>
    <w:rsid w:val="007D7F05"/>
    <w:rsid w:val="007E0F56"/>
    <w:rsid w:val="007E3825"/>
    <w:rsid w:val="007E5F83"/>
    <w:rsid w:val="007E6551"/>
    <w:rsid w:val="007E66A9"/>
    <w:rsid w:val="007E7BFD"/>
    <w:rsid w:val="007E7E1A"/>
    <w:rsid w:val="007F6240"/>
    <w:rsid w:val="007F68ED"/>
    <w:rsid w:val="007F71ED"/>
    <w:rsid w:val="00800961"/>
    <w:rsid w:val="00800C2E"/>
    <w:rsid w:val="00802EF0"/>
    <w:rsid w:val="008036C0"/>
    <w:rsid w:val="0080388A"/>
    <w:rsid w:val="00805BBB"/>
    <w:rsid w:val="00816356"/>
    <w:rsid w:val="00817413"/>
    <w:rsid w:val="00822A01"/>
    <w:rsid w:val="00825EEF"/>
    <w:rsid w:val="00826DC6"/>
    <w:rsid w:val="00830690"/>
    <w:rsid w:val="00836F2A"/>
    <w:rsid w:val="00837304"/>
    <w:rsid w:val="00844802"/>
    <w:rsid w:val="008518AD"/>
    <w:rsid w:val="0085192E"/>
    <w:rsid w:val="00856344"/>
    <w:rsid w:val="00856845"/>
    <w:rsid w:val="00857B5F"/>
    <w:rsid w:val="0086130B"/>
    <w:rsid w:val="00864A69"/>
    <w:rsid w:val="008670AC"/>
    <w:rsid w:val="00867C52"/>
    <w:rsid w:val="00870790"/>
    <w:rsid w:val="008732F6"/>
    <w:rsid w:val="00877E1D"/>
    <w:rsid w:val="00880ADB"/>
    <w:rsid w:val="00883A40"/>
    <w:rsid w:val="00884F9B"/>
    <w:rsid w:val="00887030"/>
    <w:rsid w:val="00891877"/>
    <w:rsid w:val="008935F5"/>
    <w:rsid w:val="008A0515"/>
    <w:rsid w:val="008A2097"/>
    <w:rsid w:val="008A2156"/>
    <w:rsid w:val="008A2F42"/>
    <w:rsid w:val="008A5004"/>
    <w:rsid w:val="008A5C43"/>
    <w:rsid w:val="008B09C9"/>
    <w:rsid w:val="008B1B21"/>
    <w:rsid w:val="008B5C00"/>
    <w:rsid w:val="008B6753"/>
    <w:rsid w:val="008C00C5"/>
    <w:rsid w:val="008C46C1"/>
    <w:rsid w:val="008C5C03"/>
    <w:rsid w:val="008D0289"/>
    <w:rsid w:val="008D31C5"/>
    <w:rsid w:val="008D5CF2"/>
    <w:rsid w:val="008D66B9"/>
    <w:rsid w:val="008D6FB3"/>
    <w:rsid w:val="008E057B"/>
    <w:rsid w:val="008E65B0"/>
    <w:rsid w:val="008E6BA3"/>
    <w:rsid w:val="008E7D03"/>
    <w:rsid w:val="008F1A48"/>
    <w:rsid w:val="008F4CC4"/>
    <w:rsid w:val="008F5004"/>
    <w:rsid w:val="008F645F"/>
    <w:rsid w:val="008F7452"/>
    <w:rsid w:val="009027C3"/>
    <w:rsid w:val="00906C3B"/>
    <w:rsid w:val="00912D2C"/>
    <w:rsid w:val="009217D6"/>
    <w:rsid w:val="00923AB0"/>
    <w:rsid w:val="009252E8"/>
    <w:rsid w:val="00933012"/>
    <w:rsid w:val="00933FBB"/>
    <w:rsid w:val="00935727"/>
    <w:rsid w:val="0093789F"/>
    <w:rsid w:val="009408B1"/>
    <w:rsid w:val="0094130B"/>
    <w:rsid w:val="00943462"/>
    <w:rsid w:val="0094395B"/>
    <w:rsid w:val="00943C7D"/>
    <w:rsid w:val="0094473B"/>
    <w:rsid w:val="00947102"/>
    <w:rsid w:val="009506EB"/>
    <w:rsid w:val="00950A27"/>
    <w:rsid w:val="00951C8C"/>
    <w:rsid w:val="00954C41"/>
    <w:rsid w:val="009632CE"/>
    <w:rsid w:val="00973467"/>
    <w:rsid w:val="009804D6"/>
    <w:rsid w:val="009811A9"/>
    <w:rsid w:val="009849F4"/>
    <w:rsid w:val="0098580D"/>
    <w:rsid w:val="009918E7"/>
    <w:rsid w:val="0099518A"/>
    <w:rsid w:val="009965D9"/>
    <w:rsid w:val="009A0DC1"/>
    <w:rsid w:val="009A1049"/>
    <w:rsid w:val="009A4332"/>
    <w:rsid w:val="009A7A38"/>
    <w:rsid w:val="009B0EB2"/>
    <w:rsid w:val="009C0EDD"/>
    <w:rsid w:val="009C5AEA"/>
    <w:rsid w:val="009C66BD"/>
    <w:rsid w:val="009D5E8D"/>
    <w:rsid w:val="009D7036"/>
    <w:rsid w:val="009D7C00"/>
    <w:rsid w:val="009E063B"/>
    <w:rsid w:val="009E2877"/>
    <w:rsid w:val="009E2AFA"/>
    <w:rsid w:val="009E4029"/>
    <w:rsid w:val="009E6266"/>
    <w:rsid w:val="009E79BD"/>
    <w:rsid w:val="009F0107"/>
    <w:rsid w:val="009F10A3"/>
    <w:rsid w:val="009F2D34"/>
    <w:rsid w:val="009F472C"/>
    <w:rsid w:val="009F5FAC"/>
    <w:rsid w:val="00A018D2"/>
    <w:rsid w:val="00A03496"/>
    <w:rsid w:val="00A0623F"/>
    <w:rsid w:val="00A077DB"/>
    <w:rsid w:val="00A1187A"/>
    <w:rsid w:val="00A144F9"/>
    <w:rsid w:val="00A14FFC"/>
    <w:rsid w:val="00A21491"/>
    <w:rsid w:val="00A25841"/>
    <w:rsid w:val="00A26CBC"/>
    <w:rsid w:val="00A274B0"/>
    <w:rsid w:val="00A30A78"/>
    <w:rsid w:val="00A30CDF"/>
    <w:rsid w:val="00A34A08"/>
    <w:rsid w:val="00A406BD"/>
    <w:rsid w:val="00A4082C"/>
    <w:rsid w:val="00A43D2F"/>
    <w:rsid w:val="00A44E65"/>
    <w:rsid w:val="00A52EEA"/>
    <w:rsid w:val="00A532D5"/>
    <w:rsid w:val="00A6046E"/>
    <w:rsid w:val="00A60DEB"/>
    <w:rsid w:val="00A6512D"/>
    <w:rsid w:val="00A723A7"/>
    <w:rsid w:val="00A72A54"/>
    <w:rsid w:val="00A7508A"/>
    <w:rsid w:val="00A8212A"/>
    <w:rsid w:val="00A8382B"/>
    <w:rsid w:val="00A83F38"/>
    <w:rsid w:val="00A84AEF"/>
    <w:rsid w:val="00A86565"/>
    <w:rsid w:val="00A91F04"/>
    <w:rsid w:val="00AA18F5"/>
    <w:rsid w:val="00AA6FBB"/>
    <w:rsid w:val="00AA7D93"/>
    <w:rsid w:val="00AB3317"/>
    <w:rsid w:val="00AB5931"/>
    <w:rsid w:val="00AB6B05"/>
    <w:rsid w:val="00AB6C41"/>
    <w:rsid w:val="00AC4A5C"/>
    <w:rsid w:val="00AC66BE"/>
    <w:rsid w:val="00AD2F35"/>
    <w:rsid w:val="00AD6D23"/>
    <w:rsid w:val="00AD73F5"/>
    <w:rsid w:val="00AE2F2C"/>
    <w:rsid w:val="00AE3A48"/>
    <w:rsid w:val="00AE52A3"/>
    <w:rsid w:val="00AE5657"/>
    <w:rsid w:val="00AF2FDA"/>
    <w:rsid w:val="00AF4C94"/>
    <w:rsid w:val="00AF58AA"/>
    <w:rsid w:val="00AF63C3"/>
    <w:rsid w:val="00AF68CE"/>
    <w:rsid w:val="00AF6F39"/>
    <w:rsid w:val="00B01646"/>
    <w:rsid w:val="00B02B9D"/>
    <w:rsid w:val="00B03C1C"/>
    <w:rsid w:val="00B053D3"/>
    <w:rsid w:val="00B0688D"/>
    <w:rsid w:val="00B0749F"/>
    <w:rsid w:val="00B1103D"/>
    <w:rsid w:val="00B13237"/>
    <w:rsid w:val="00B15F81"/>
    <w:rsid w:val="00B1688C"/>
    <w:rsid w:val="00B328FC"/>
    <w:rsid w:val="00B345BB"/>
    <w:rsid w:val="00B34AFD"/>
    <w:rsid w:val="00B37541"/>
    <w:rsid w:val="00B40CC6"/>
    <w:rsid w:val="00B43585"/>
    <w:rsid w:val="00B46EBE"/>
    <w:rsid w:val="00B5389A"/>
    <w:rsid w:val="00B55F36"/>
    <w:rsid w:val="00B60595"/>
    <w:rsid w:val="00B60AB7"/>
    <w:rsid w:val="00B66C77"/>
    <w:rsid w:val="00B72DA1"/>
    <w:rsid w:val="00B74D40"/>
    <w:rsid w:val="00B75CB3"/>
    <w:rsid w:val="00B80CB7"/>
    <w:rsid w:val="00B86190"/>
    <w:rsid w:val="00B9476A"/>
    <w:rsid w:val="00B9543C"/>
    <w:rsid w:val="00B963C8"/>
    <w:rsid w:val="00BA202D"/>
    <w:rsid w:val="00BA26DE"/>
    <w:rsid w:val="00BA2F5D"/>
    <w:rsid w:val="00BA67F8"/>
    <w:rsid w:val="00BA7DC4"/>
    <w:rsid w:val="00BB1B5C"/>
    <w:rsid w:val="00BB2388"/>
    <w:rsid w:val="00BB2F71"/>
    <w:rsid w:val="00BB419F"/>
    <w:rsid w:val="00BB49EE"/>
    <w:rsid w:val="00BB4ADD"/>
    <w:rsid w:val="00BB7A49"/>
    <w:rsid w:val="00BC2B4D"/>
    <w:rsid w:val="00BD0912"/>
    <w:rsid w:val="00BD4035"/>
    <w:rsid w:val="00BD4444"/>
    <w:rsid w:val="00BF0640"/>
    <w:rsid w:val="00BF1B23"/>
    <w:rsid w:val="00BF243D"/>
    <w:rsid w:val="00BF2AD5"/>
    <w:rsid w:val="00BF3478"/>
    <w:rsid w:val="00BF41F8"/>
    <w:rsid w:val="00BF78C0"/>
    <w:rsid w:val="00C02AFF"/>
    <w:rsid w:val="00C047F5"/>
    <w:rsid w:val="00C04898"/>
    <w:rsid w:val="00C11801"/>
    <w:rsid w:val="00C11825"/>
    <w:rsid w:val="00C11CF2"/>
    <w:rsid w:val="00C13465"/>
    <w:rsid w:val="00C15C51"/>
    <w:rsid w:val="00C16CEA"/>
    <w:rsid w:val="00C171C4"/>
    <w:rsid w:val="00C17E7D"/>
    <w:rsid w:val="00C17E84"/>
    <w:rsid w:val="00C20DE0"/>
    <w:rsid w:val="00C232A9"/>
    <w:rsid w:val="00C234A7"/>
    <w:rsid w:val="00C2529E"/>
    <w:rsid w:val="00C314E1"/>
    <w:rsid w:val="00C36846"/>
    <w:rsid w:val="00C36D60"/>
    <w:rsid w:val="00C448B5"/>
    <w:rsid w:val="00C45B90"/>
    <w:rsid w:val="00C54B50"/>
    <w:rsid w:val="00C62C59"/>
    <w:rsid w:val="00C64F88"/>
    <w:rsid w:val="00C70247"/>
    <w:rsid w:val="00C743F4"/>
    <w:rsid w:val="00C74E25"/>
    <w:rsid w:val="00C75955"/>
    <w:rsid w:val="00C7614E"/>
    <w:rsid w:val="00C802BB"/>
    <w:rsid w:val="00C805A1"/>
    <w:rsid w:val="00C83DA4"/>
    <w:rsid w:val="00C90426"/>
    <w:rsid w:val="00C91236"/>
    <w:rsid w:val="00C972FB"/>
    <w:rsid w:val="00C97AE4"/>
    <w:rsid w:val="00CA1197"/>
    <w:rsid w:val="00CA6C10"/>
    <w:rsid w:val="00CB3BA1"/>
    <w:rsid w:val="00CB651D"/>
    <w:rsid w:val="00CB755A"/>
    <w:rsid w:val="00CD0029"/>
    <w:rsid w:val="00CD09B3"/>
    <w:rsid w:val="00CD0C0E"/>
    <w:rsid w:val="00CD7B96"/>
    <w:rsid w:val="00CE0318"/>
    <w:rsid w:val="00CE0B62"/>
    <w:rsid w:val="00CE248E"/>
    <w:rsid w:val="00CE4C83"/>
    <w:rsid w:val="00CE53B5"/>
    <w:rsid w:val="00CE7701"/>
    <w:rsid w:val="00CF1DD2"/>
    <w:rsid w:val="00CF3603"/>
    <w:rsid w:val="00CF405D"/>
    <w:rsid w:val="00CF426B"/>
    <w:rsid w:val="00CF42A7"/>
    <w:rsid w:val="00CF536B"/>
    <w:rsid w:val="00CF58A8"/>
    <w:rsid w:val="00CF6918"/>
    <w:rsid w:val="00CF7980"/>
    <w:rsid w:val="00D00492"/>
    <w:rsid w:val="00D01C5B"/>
    <w:rsid w:val="00D02800"/>
    <w:rsid w:val="00D03855"/>
    <w:rsid w:val="00D0516B"/>
    <w:rsid w:val="00D152C4"/>
    <w:rsid w:val="00D15726"/>
    <w:rsid w:val="00D157F9"/>
    <w:rsid w:val="00D16A06"/>
    <w:rsid w:val="00D2139C"/>
    <w:rsid w:val="00D216E8"/>
    <w:rsid w:val="00D27F33"/>
    <w:rsid w:val="00D338CD"/>
    <w:rsid w:val="00D363ED"/>
    <w:rsid w:val="00D3698F"/>
    <w:rsid w:val="00D40D16"/>
    <w:rsid w:val="00D42CB6"/>
    <w:rsid w:val="00D42F8C"/>
    <w:rsid w:val="00D4448A"/>
    <w:rsid w:val="00D450C9"/>
    <w:rsid w:val="00D46746"/>
    <w:rsid w:val="00D471A6"/>
    <w:rsid w:val="00D478FA"/>
    <w:rsid w:val="00D52580"/>
    <w:rsid w:val="00D5533C"/>
    <w:rsid w:val="00D56A91"/>
    <w:rsid w:val="00D574EC"/>
    <w:rsid w:val="00D6077C"/>
    <w:rsid w:val="00D60AB3"/>
    <w:rsid w:val="00D62820"/>
    <w:rsid w:val="00D6414A"/>
    <w:rsid w:val="00D64690"/>
    <w:rsid w:val="00D738D6"/>
    <w:rsid w:val="00D73B54"/>
    <w:rsid w:val="00D835C6"/>
    <w:rsid w:val="00D850E0"/>
    <w:rsid w:val="00DA3F96"/>
    <w:rsid w:val="00DA6F77"/>
    <w:rsid w:val="00DA78F3"/>
    <w:rsid w:val="00DB1322"/>
    <w:rsid w:val="00DB21DA"/>
    <w:rsid w:val="00DB477F"/>
    <w:rsid w:val="00DB7C35"/>
    <w:rsid w:val="00DC0FFB"/>
    <w:rsid w:val="00DC14C2"/>
    <w:rsid w:val="00DC1C5A"/>
    <w:rsid w:val="00DC2542"/>
    <w:rsid w:val="00DC7B1B"/>
    <w:rsid w:val="00DD2325"/>
    <w:rsid w:val="00DD62ED"/>
    <w:rsid w:val="00DD647E"/>
    <w:rsid w:val="00DD7624"/>
    <w:rsid w:val="00DE22B7"/>
    <w:rsid w:val="00DE406D"/>
    <w:rsid w:val="00DE5C9A"/>
    <w:rsid w:val="00DE5D78"/>
    <w:rsid w:val="00DE6247"/>
    <w:rsid w:val="00DE6DEA"/>
    <w:rsid w:val="00DE6E22"/>
    <w:rsid w:val="00DF04B1"/>
    <w:rsid w:val="00DF1366"/>
    <w:rsid w:val="00DF2129"/>
    <w:rsid w:val="00DF43BE"/>
    <w:rsid w:val="00E07DA0"/>
    <w:rsid w:val="00E10410"/>
    <w:rsid w:val="00E10CC0"/>
    <w:rsid w:val="00E11E33"/>
    <w:rsid w:val="00E13904"/>
    <w:rsid w:val="00E272AE"/>
    <w:rsid w:val="00E27900"/>
    <w:rsid w:val="00E339DD"/>
    <w:rsid w:val="00E33E53"/>
    <w:rsid w:val="00E3498B"/>
    <w:rsid w:val="00E3584E"/>
    <w:rsid w:val="00E419B3"/>
    <w:rsid w:val="00E429AB"/>
    <w:rsid w:val="00E47B21"/>
    <w:rsid w:val="00E561F1"/>
    <w:rsid w:val="00E624C6"/>
    <w:rsid w:val="00E62C95"/>
    <w:rsid w:val="00E65CFB"/>
    <w:rsid w:val="00E67387"/>
    <w:rsid w:val="00E700E2"/>
    <w:rsid w:val="00E737C9"/>
    <w:rsid w:val="00E7507C"/>
    <w:rsid w:val="00E75E23"/>
    <w:rsid w:val="00E80876"/>
    <w:rsid w:val="00E84F12"/>
    <w:rsid w:val="00E86621"/>
    <w:rsid w:val="00E879EC"/>
    <w:rsid w:val="00E95856"/>
    <w:rsid w:val="00EA06A6"/>
    <w:rsid w:val="00EA0F4E"/>
    <w:rsid w:val="00EA3CCE"/>
    <w:rsid w:val="00EA5FEF"/>
    <w:rsid w:val="00EA647E"/>
    <w:rsid w:val="00EA65AB"/>
    <w:rsid w:val="00EB2953"/>
    <w:rsid w:val="00EB35AB"/>
    <w:rsid w:val="00EC107F"/>
    <w:rsid w:val="00EC43AE"/>
    <w:rsid w:val="00EC4D67"/>
    <w:rsid w:val="00EC53F3"/>
    <w:rsid w:val="00EC5C97"/>
    <w:rsid w:val="00ED1E5F"/>
    <w:rsid w:val="00ED2EAB"/>
    <w:rsid w:val="00ED422C"/>
    <w:rsid w:val="00ED5A11"/>
    <w:rsid w:val="00EE09FD"/>
    <w:rsid w:val="00EE2531"/>
    <w:rsid w:val="00EE2CEB"/>
    <w:rsid w:val="00EE7BF9"/>
    <w:rsid w:val="00EF2588"/>
    <w:rsid w:val="00F02938"/>
    <w:rsid w:val="00F038D3"/>
    <w:rsid w:val="00F06820"/>
    <w:rsid w:val="00F07011"/>
    <w:rsid w:val="00F1000C"/>
    <w:rsid w:val="00F107F9"/>
    <w:rsid w:val="00F112A5"/>
    <w:rsid w:val="00F1158F"/>
    <w:rsid w:val="00F11FBB"/>
    <w:rsid w:val="00F14126"/>
    <w:rsid w:val="00F1432D"/>
    <w:rsid w:val="00F2341D"/>
    <w:rsid w:val="00F31DCF"/>
    <w:rsid w:val="00F322A4"/>
    <w:rsid w:val="00F360F9"/>
    <w:rsid w:val="00F37874"/>
    <w:rsid w:val="00F43C25"/>
    <w:rsid w:val="00F47866"/>
    <w:rsid w:val="00F5104D"/>
    <w:rsid w:val="00F615BA"/>
    <w:rsid w:val="00F61A1A"/>
    <w:rsid w:val="00F61F72"/>
    <w:rsid w:val="00F61FAD"/>
    <w:rsid w:val="00F625B4"/>
    <w:rsid w:val="00F639E1"/>
    <w:rsid w:val="00F659E1"/>
    <w:rsid w:val="00F73CFD"/>
    <w:rsid w:val="00F74393"/>
    <w:rsid w:val="00F8282B"/>
    <w:rsid w:val="00F83A0E"/>
    <w:rsid w:val="00F8480A"/>
    <w:rsid w:val="00F85AE6"/>
    <w:rsid w:val="00F87690"/>
    <w:rsid w:val="00F92C02"/>
    <w:rsid w:val="00F96BCC"/>
    <w:rsid w:val="00FA0C6C"/>
    <w:rsid w:val="00FA0F6D"/>
    <w:rsid w:val="00FA1C43"/>
    <w:rsid w:val="00FA2945"/>
    <w:rsid w:val="00FA329C"/>
    <w:rsid w:val="00FA34F9"/>
    <w:rsid w:val="00FA47A3"/>
    <w:rsid w:val="00FA64B7"/>
    <w:rsid w:val="00FA6DF8"/>
    <w:rsid w:val="00FA7F8A"/>
    <w:rsid w:val="00FB41AF"/>
    <w:rsid w:val="00FB588C"/>
    <w:rsid w:val="00FB675A"/>
    <w:rsid w:val="00FB7FB8"/>
    <w:rsid w:val="00FC20D7"/>
    <w:rsid w:val="00FD14EF"/>
    <w:rsid w:val="00FD190D"/>
    <w:rsid w:val="00FD3411"/>
    <w:rsid w:val="00FD6638"/>
    <w:rsid w:val="00FE10A6"/>
    <w:rsid w:val="00FE15D8"/>
    <w:rsid w:val="00FE1F85"/>
    <w:rsid w:val="00FE3175"/>
    <w:rsid w:val="00FE56D7"/>
    <w:rsid w:val="00FF1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1467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369C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69C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369C6"/>
  </w:style>
  <w:style w:type="character" w:styleId="Hypertextovodkaz">
    <w:name w:val="Hyperlink"/>
    <w:basedOn w:val="Standardnpsmoodstavce"/>
    <w:rsid w:val="007369C6"/>
    <w:rPr>
      <w:color w:val="0000FF"/>
      <w:u w:val="single"/>
    </w:rPr>
  </w:style>
  <w:style w:type="paragraph" w:styleId="Textbubliny">
    <w:name w:val="Balloon Text"/>
    <w:basedOn w:val="Normln"/>
    <w:semiHidden/>
    <w:rsid w:val="00632D8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368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k-nadpis1">
    <w:name w:val="obk-nadpis1"/>
    <w:basedOn w:val="Normln"/>
    <w:rsid w:val="00240BF5"/>
    <w:pPr>
      <w:spacing w:before="450"/>
    </w:pPr>
    <w:rPr>
      <w:b/>
      <w:bCs/>
      <w:color w:val="872727"/>
      <w:sz w:val="26"/>
      <w:szCs w:val="26"/>
    </w:rPr>
  </w:style>
  <w:style w:type="paragraph" w:customStyle="1" w:styleId="p-space101">
    <w:name w:val="p-space101"/>
    <w:basedOn w:val="Normln"/>
    <w:rsid w:val="00240BF5"/>
    <w:pPr>
      <w:spacing w:before="150" w:after="150"/>
    </w:pPr>
    <w:rPr>
      <w:sz w:val="22"/>
      <w:szCs w:val="22"/>
    </w:rPr>
  </w:style>
  <w:style w:type="paragraph" w:styleId="Zkladntextodsazen">
    <w:name w:val="Body Text Indent"/>
    <w:basedOn w:val="Normln"/>
    <w:rsid w:val="00C62C59"/>
    <w:pPr>
      <w:ind w:firstLine="708"/>
      <w:jc w:val="both"/>
    </w:pPr>
    <w:rPr>
      <w:rFonts w:ascii="Garamond" w:hAnsi="Garamond"/>
      <w:sz w:val="22"/>
      <w:szCs w:val="22"/>
    </w:rPr>
  </w:style>
  <w:style w:type="paragraph" w:styleId="Zkladntextodsazen2">
    <w:name w:val="Body Text Indent 2"/>
    <w:basedOn w:val="Normln"/>
    <w:rsid w:val="00720EF4"/>
    <w:pPr>
      <w:spacing w:after="120" w:line="480" w:lineRule="auto"/>
      <w:ind w:left="283"/>
    </w:pPr>
  </w:style>
  <w:style w:type="paragraph" w:styleId="Rozloendokumentu">
    <w:name w:val="Document Map"/>
    <w:basedOn w:val="Normln"/>
    <w:semiHidden/>
    <w:rsid w:val="001230F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87179"/>
    <w:pPr>
      <w:ind w:left="720"/>
      <w:contextualSpacing/>
    </w:pPr>
  </w:style>
  <w:style w:type="character" w:styleId="Odkaznakoment">
    <w:name w:val="annotation reference"/>
    <w:basedOn w:val="Standardnpsmoodstavce"/>
    <w:rsid w:val="00AE3A48"/>
    <w:rPr>
      <w:sz w:val="16"/>
      <w:szCs w:val="16"/>
    </w:rPr>
  </w:style>
  <w:style w:type="paragraph" w:styleId="Textkomente">
    <w:name w:val="annotation text"/>
    <w:basedOn w:val="Normln"/>
    <w:link w:val="TextkomenteChar"/>
    <w:rsid w:val="00AE3A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3A48"/>
  </w:style>
  <w:style w:type="paragraph" w:styleId="Pedmtkomente">
    <w:name w:val="annotation subject"/>
    <w:basedOn w:val="Textkomente"/>
    <w:next w:val="Textkomente"/>
    <w:link w:val="PedmtkomenteChar"/>
    <w:rsid w:val="00AE3A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E3A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1467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369C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69C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369C6"/>
  </w:style>
  <w:style w:type="character" w:styleId="Hypertextovodkaz">
    <w:name w:val="Hyperlink"/>
    <w:basedOn w:val="Standardnpsmoodstavce"/>
    <w:rsid w:val="007369C6"/>
    <w:rPr>
      <w:color w:val="0000FF"/>
      <w:u w:val="single"/>
    </w:rPr>
  </w:style>
  <w:style w:type="paragraph" w:styleId="Textbubliny">
    <w:name w:val="Balloon Text"/>
    <w:basedOn w:val="Normln"/>
    <w:semiHidden/>
    <w:rsid w:val="00632D8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368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k-nadpis1">
    <w:name w:val="obk-nadpis1"/>
    <w:basedOn w:val="Normln"/>
    <w:rsid w:val="00240BF5"/>
    <w:pPr>
      <w:spacing w:before="450"/>
    </w:pPr>
    <w:rPr>
      <w:b/>
      <w:bCs/>
      <w:color w:val="872727"/>
      <w:sz w:val="26"/>
      <w:szCs w:val="26"/>
    </w:rPr>
  </w:style>
  <w:style w:type="paragraph" w:customStyle="1" w:styleId="p-space101">
    <w:name w:val="p-space101"/>
    <w:basedOn w:val="Normln"/>
    <w:rsid w:val="00240BF5"/>
    <w:pPr>
      <w:spacing w:before="150" w:after="150"/>
    </w:pPr>
    <w:rPr>
      <w:sz w:val="22"/>
      <w:szCs w:val="22"/>
    </w:rPr>
  </w:style>
  <w:style w:type="paragraph" w:styleId="Zkladntextodsazen">
    <w:name w:val="Body Text Indent"/>
    <w:basedOn w:val="Normln"/>
    <w:rsid w:val="00C62C59"/>
    <w:pPr>
      <w:ind w:firstLine="708"/>
      <w:jc w:val="both"/>
    </w:pPr>
    <w:rPr>
      <w:rFonts w:ascii="Garamond" w:hAnsi="Garamond"/>
      <w:sz w:val="22"/>
      <w:szCs w:val="22"/>
    </w:rPr>
  </w:style>
  <w:style w:type="paragraph" w:styleId="Zkladntextodsazen2">
    <w:name w:val="Body Text Indent 2"/>
    <w:basedOn w:val="Normln"/>
    <w:rsid w:val="00720EF4"/>
    <w:pPr>
      <w:spacing w:after="120" w:line="480" w:lineRule="auto"/>
      <w:ind w:left="283"/>
    </w:pPr>
  </w:style>
  <w:style w:type="paragraph" w:styleId="Rozloendokumentu">
    <w:name w:val="Document Map"/>
    <w:basedOn w:val="Normln"/>
    <w:semiHidden/>
    <w:rsid w:val="001230F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87179"/>
    <w:pPr>
      <w:ind w:left="720"/>
      <w:contextualSpacing/>
    </w:pPr>
  </w:style>
  <w:style w:type="character" w:styleId="Odkaznakoment">
    <w:name w:val="annotation reference"/>
    <w:basedOn w:val="Standardnpsmoodstavce"/>
    <w:rsid w:val="00AE3A48"/>
    <w:rPr>
      <w:sz w:val="16"/>
      <w:szCs w:val="16"/>
    </w:rPr>
  </w:style>
  <w:style w:type="paragraph" w:styleId="Textkomente">
    <w:name w:val="annotation text"/>
    <w:basedOn w:val="Normln"/>
    <w:link w:val="TextkomenteChar"/>
    <w:rsid w:val="00AE3A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3A48"/>
  </w:style>
  <w:style w:type="paragraph" w:styleId="Pedmtkomente">
    <w:name w:val="annotation subject"/>
    <w:basedOn w:val="Textkomente"/>
    <w:next w:val="Textkomente"/>
    <w:link w:val="PedmtkomenteChar"/>
    <w:rsid w:val="00AE3A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E3A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76568">
          <w:marLeft w:val="0"/>
          <w:marRight w:val="0"/>
          <w:marTop w:val="0"/>
          <w:marBottom w:val="3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\Desktop\CN%20-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CN - VZOR</Template>
  <TotalTime>0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Links>
    <vt:vector size="24" baseType="variant">
      <vt:variant>
        <vt:i4>49</vt:i4>
      </vt:variant>
      <vt:variant>
        <vt:i4>3</vt:i4>
      </vt:variant>
      <vt:variant>
        <vt:i4>0</vt:i4>
      </vt:variant>
      <vt:variant>
        <vt:i4>5</vt:i4>
      </vt:variant>
      <vt:variant>
        <vt:lpwstr>mailto:plackova@drevoartikl.cz</vt:lpwstr>
      </vt:variant>
      <vt:variant>
        <vt:lpwstr/>
      </vt:variant>
      <vt:variant>
        <vt:i4>7274612</vt:i4>
      </vt:variant>
      <vt:variant>
        <vt:i4>0</vt:i4>
      </vt:variant>
      <vt:variant>
        <vt:i4>0</vt:i4>
      </vt:variant>
      <vt:variant>
        <vt:i4>5</vt:i4>
      </vt:variant>
      <vt:variant>
        <vt:lpwstr>http://www.volny.cz/sotkvo</vt:lpwstr>
      </vt:variant>
      <vt:variant>
        <vt:lpwstr/>
      </vt:variant>
      <vt:variant>
        <vt:i4>8257662</vt:i4>
      </vt:variant>
      <vt:variant>
        <vt:i4>8</vt:i4>
      </vt:variant>
      <vt:variant>
        <vt:i4>0</vt:i4>
      </vt:variant>
      <vt:variant>
        <vt:i4>5</vt:i4>
      </vt:variant>
      <vt:variant>
        <vt:lpwstr>http://www.drevoartikl.cz/</vt:lpwstr>
      </vt:variant>
      <vt:variant>
        <vt:lpwstr/>
      </vt:variant>
      <vt:variant>
        <vt:i4>196657</vt:i4>
      </vt:variant>
      <vt:variant>
        <vt:i4>5</vt:i4>
      </vt:variant>
      <vt:variant>
        <vt:i4>0</vt:i4>
      </vt:variant>
      <vt:variant>
        <vt:i4>5</vt:i4>
      </vt:variant>
      <vt:variant>
        <vt:lpwstr>mailto:info@drevoartikl.cz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2</cp:revision>
  <cp:lastPrinted>2012-03-20T15:50:00Z</cp:lastPrinted>
  <dcterms:created xsi:type="dcterms:W3CDTF">2014-06-17T17:23:00Z</dcterms:created>
  <dcterms:modified xsi:type="dcterms:W3CDTF">2014-06-17T17:23:00Z</dcterms:modified>
</cp:coreProperties>
</file>